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30BB45" w14:textId="692D3DB6" w:rsidR="00413E5D" w:rsidRPr="00561165" w:rsidRDefault="00CF04C0" w:rsidP="00961FBA">
      <w:pPr>
        <w:pStyle w:val="Nadpis1"/>
        <w:spacing w:before="0"/>
        <w:rPr>
          <w:sz w:val="32"/>
          <w:szCs w:val="32"/>
        </w:rPr>
      </w:pPr>
      <w:r>
        <w:rPr>
          <w:sz w:val="32"/>
          <w:szCs w:val="32"/>
        </w:rPr>
        <w:t>Technické požadavky</w:t>
      </w:r>
    </w:p>
    <w:p w14:paraId="588D1BEF" w14:textId="77777777" w:rsidR="00413E5D" w:rsidRDefault="00413E5D" w:rsidP="00413E5D"/>
    <w:p w14:paraId="38757FCF" w14:textId="77777777" w:rsidR="00413E5D" w:rsidRDefault="00413E5D" w:rsidP="00413E5D">
      <w:pPr>
        <w:pStyle w:val="Nadpis2"/>
        <w:spacing w:before="0"/>
      </w:pPr>
      <w:r>
        <w:t>1. Požadavek</w:t>
      </w:r>
    </w:p>
    <w:p w14:paraId="0EB4F5D4" w14:textId="2881CB84" w:rsidR="00413E5D" w:rsidRPr="0081206E" w:rsidRDefault="00413E5D" w:rsidP="00413E5D">
      <w:pPr>
        <w:pStyle w:val="Odstavecseseznamem"/>
        <w:numPr>
          <w:ilvl w:val="0"/>
          <w:numId w:val="11"/>
        </w:numPr>
        <w:jc w:val="both"/>
      </w:pPr>
      <w:r w:rsidRPr="0008575D">
        <w:t xml:space="preserve">Základním požadavkem akce: </w:t>
      </w:r>
      <w:r w:rsidR="00807093" w:rsidRPr="0008575D">
        <w:rPr>
          <w:b/>
        </w:rPr>
        <w:t>NÁKUP</w:t>
      </w:r>
      <w:r w:rsidR="00AC24E4">
        <w:rPr>
          <w:b/>
        </w:rPr>
        <w:t xml:space="preserve"> KOLOVÉ</w:t>
      </w:r>
      <w:r w:rsidR="00E55D97">
        <w:rPr>
          <w:b/>
        </w:rPr>
        <w:t xml:space="preserve"> </w:t>
      </w:r>
      <w:r w:rsidR="00E55D97" w:rsidRPr="00E55D97">
        <w:rPr>
          <w:b/>
        </w:rPr>
        <w:t>SEKAČKY 4x4 PRO ÚDRŽBU ŽELEZNIČNÍCH PROSTRANSTVÍ</w:t>
      </w:r>
      <w:r w:rsidR="00CF04C0">
        <w:rPr>
          <w:b/>
        </w:rPr>
        <w:t xml:space="preserve">. </w:t>
      </w:r>
      <w:r w:rsidR="00CF04C0" w:rsidRPr="00CF04C0">
        <w:t>Jedná se o</w:t>
      </w:r>
      <w:r w:rsidR="000F41C7" w:rsidRPr="0008575D">
        <w:t xml:space="preserve"> nákup </w:t>
      </w:r>
      <w:r w:rsidR="00F9788F" w:rsidRPr="0008575D">
        <w:t>stroj</w:t>
      </w:r>
      <w:r w:rsidR="00E55D97">
        <w:t>e</w:t>
      </w:r>
      <w:r w:rsidR="00F9788F" w:rsidRPr="0008575D">
        <w:t xml:space="preserve"> </w:t>
      </w:r>
      <w:r w:rsidR="00152480" w:rsidRPr="0008575D">
        <w:t xml:space="preserve">a </w:t>
      </w:r>
      <w:r w:rsidR="00E55D97">
        <w:t>přípojného vozidla</w:t>
      </w:r>
      <w:r w:rsidR="00152480" w:rsidRPr="0008575D">
        <w:t xml:space="preserve"> </w:t>
      </w:r>
      <w:r w:rsidR="00F9788F" w:rsidRPr="0008575D">
        <w:t>určen</w:t>
      </w:r>
      <w:r w:rsidR="00E55D97">
        <w:t>ého</w:t>
      </w:r>
      <w:r w:rsidRPr="0008575D">
        <w:t xml:space="preserve"> </w:t>
      </w:r>
      <w:r w:rsidR="000A290F" w:rsidRPr="0008575D">
        <w:t xml:space="preserve">pro potřebu správy tratí </w:t>
      </w:r>
      <w:r w:rsidRPr="0008575D">
        <w:t xml:space="preserve">při </w:t>
      </w:r>
      <w:r w:rsidRPr="0081206E">
        <w:t>údržbě dr</w:t>
      </w:r>
      <w:r w:rsidR="000F41C7" w:rsidRPr="0081206E">
        <w:t>ážního tělesa</w:t>
      </w:r>
      <w:r w:rsidR="00E55D97">
        <w:t xml:space="preserve"> </w:t>
      </w:r>
      <w:r w:rsidRPr="0081206E">
        <w:t>za účelem zajištění provozuschopnosti železniční infrastruktury zadavatele</w:t>
      </w:r>
      <w:r w:rsidR="00E55D97">
        <w:t>;</w:t>
      </w:r>
    </w:p>
    <w:p w14:paraId="06727756" w14:textId="145492F8" w:rsidR="00CD3E6B" w:rsidRPr="0081206E" w:rsidRDefault="00CD3E6B" w:rsidP="00413E5D">
      <w:pPr>
        <w:pStyle w:val="Odstavecseseznamem"/>
        <w:numPr>
          <w:ilvl w:val="0"/>
          <w:numId w:val="11"/>
        </w:numPr>
        <w:jc w:val="both"/>
      </w:pPr>
      <w:r w:rsidRPr="0081206E">
        <w:t>Nabízen</w:t>
      </w:r>
      <w:r w:rsidR="00E55D97">
        <w:t>ý</w:t>
      </w:r>
      <w:r w:rsidRPr="0081206E">
        <w:t xml:space="preserve"> (dodávan</w:t>
      </w:r>
      <w:r w:rsidR="00E55D97">
        <w:t>ý</w:t>
      </w:r>
      <w:r w:rsidRPr="0081206E">
        <w:t>) stroj požaduje zadavatel zakázky nov</w:t>
      </w:r>
      <w:r w:rsidR="00BA4B10">
        <w:t>ý</w:t>
      </w:r>
      <w:r w:rsidRPr="0081206E">
        <w:t xml:space="preserve"> a nepoužit</w:t>
      </w:r>
      <w:r w:rsidR="00BA4B10">
        <w:t>ý</w:t>
      </w:r>
      <w:r w:rsidRPr="0081206E">
        <w:t>. Nepřipouští se nabídka použit</w:t>
      </w:r>
      <w:r w:rsidR="00E55D97">
        <w:t>ého</w:t>
      </w:r>
      <w:r w:rsidRPr="0081206E">
        <w:t>, případně „předváděcí</w:t>
      </w:r>
      <w:r w:rsidR="00E55D97">
        <w:t>ho</w:t>
      </w:r>
      <w:r w:rsidRPr="0081206E">
        <w:t>“ stroj</w:t>
      </w:r>
      <w:r w:rsidR="00E55D97">
        <w:t>e</w:t>
      </w:r>
      <w:r w:rsidRPr="0081206E">
        <w:t>“</w:t>
      </w:r>
      <w:r w:rsidR="00E55D97">
        <w:t>, jakož i přípojného vozidla.</w:t>
      </w:r>
    </w:p>
    <w:p w14:paraId="732738CF" w14:textId="42BB4CB1" w:rsidR="00E95EA4" w:rsidRPr="00E95EA4" w:rsidRDefault="00413E5D" w:rsidP="00E95EA4">
      <w:pPr>
        <w:pStyle w:val="Nadpis2"/>
        <w:spacing w:before="0"/>
        <w:rPr>
          <w:color w:val="00B0F0"/>
        </w:rPr>
      </w:pPr>
      <w:r w:rsidRPr="00152480">
        <w:rPr>
          <w:color w:val="00B0F0"/>
        </w:rPr>
        <w:t>2. Specifikace</w:t>
      </w:r>
      <w:r w:rsidR="00DD28CC">
        <w:rPr>
          <w:color w:val="00B0F0"/>
        </w:rPr>
        <w:t xml:space="preserve"> stroj</w:t>
      </w:r>
      <w:r w:rsidR="00E95EA4">
        <w:rPr>
          <w:color w:val="00B0F0"/>
        </w:rPr>
        <w:t>e a přípojného vozidla</w:t>
      </w:r>
    </w:p>
    <w:p w14:paraId="30D24E7B" w14:textId="00824E72" w:rsidR="00F9788F" w:rsidRPr="0086615B" w:rsidRDefault="00E95EA4" w:rsidP="002F52DB">
      <w:pPr>
        <w:pStyle w:val="Odstavecseseznamem"/>
        <w:numPr>
          <w:ilvl w:val="0"/>
          <w:numId w:val="10"/>
        </w:numPr>
        <w:jc w:val="both"/>
      </w:pPr>
      <w:r>
        <w:t>1</w:t>
      </w:r>
      <w:r w:rsidR="00F9788F" w:rsidRPr="0086615B">
        <w:t>x ko</w:t>
      </w:r>
      <w:r w:rsidR="00AC24E4">
        <w:t>lová</w:t>
      </w:r>
      <w:r w:rsidR="00F9788F" w:rsidRPr="0086615B">
        <w:t xml:space="preserve"> sekačka s pohonem 4x4 bez sběrného koše</w:t>
      </w:r>
      <w:r w:rsidR="002F52DB" w:rsidRPr="0086615B">
        <w:t xml:space="preserve"> </w:t>
      </w:r>
      <w:r w:rsidR="00DD28CC">
        <w:t xml:space="preserve">a </w:t>
      </w:r>
      <w:r w:rsidR="002F52DB" w:rsidRPr="0086615B">
        <w:t>s</w:t>
      </w:r>
      <w:r w:rsidR="00DD28CC">
        <w:t> </w:t>
      </w:r>
      <w:r w:rsidR="002F52DB" w:rsidRPr="0086615B">
        <w:t>pluhem</w:t>
      </w:r>
      <w:r w:rsidR="00DD28CC">
        <w:t xml:space="preserve"> na sníh</w:t>
      </w:r>
      <w:r w:rsidR="00E55D97">
        <w:t>;</w:t>
      </w:r>
    </w:p>
    <w:p w14:paraId="283BA1CC" w14:textId="3BFFD94A" w:rsidR="002F52DB" w:rsidRPr="0086615B" w:rsidRDefault="002F52DB" w:rsidP="001B1147">
      <w:pPr>
        <w:pStyle w:val="Odstavecseseznamem"/>
        <w:numPr>
          <w:ilvl w:val="0"/>
          <w:numId w:val="10"/>
        </w:numPr>
        <w:jc w:val="both"/>
      </w:pPr>
      <w:r w:rsidRPr="0086615B">
        <w:t xml:space="preserve">1x </w:t>
      </w:r>
      <w:r w:rsidR="00E55D97">
        <w:t>přípojné vozidlo kategorie O1</w:t>
      </w:r>
      <w:r w:rsidR="00AC27FB">
        <w:t>, včetně nájezdů</w:t>
      </w:r>
      <w:r w:rsidR="00E55D97">
        <w:t xml:space="preserve"> za účelem převozu stroje.</w:t>
      </w:r>
    </w:p>
    <w:p w14:paraId="73C3DDB6" w14:textId="3BBC26FF" w:rsidR="005702D6" w:rsidRDefault="0008575D" w:rsidP="005702D6">
      <w:pPr>
        <w:pStyle w:val="Nadpis2"/>
        <w:spacing w:before="0"/>
      </w:pPr>
      <w:r>
        <w:t xml:space="preserve">3. Požadovaná dokumentace a </w:t>
      </w:r>
      <w:r w:rsidR="005702D6">
        <w:t>služby</w:t>
      </w:r>
      <w:r>
        <w:t xml:space="preserve"> po dobu záruční lhůty</w:t>
      </w:r>
    </w:p>
    <w:p w14:paraId="3C1D9683" w14:textId="691DC00F" w:rsidR="005702D6" w:rsidRDefault="005702D6" w:rsidP="005702D6">
      <w:pPr>
        <w:pStyle w:val="Odstavecseseznamem"/>
        <w:numPr>
          <w:ilvl w:val="0"/>
          <w:numId w:val="12"/>
        </w:numPr>
      </w:pPr>
      <w:r>
        <w:t>Dodací list</w:t>
      </w:r>
      <w:r w:rsidR="00306842">
        <w:t xml:space="preserve"> a</w:t>
      </w:r>
      <w:r w:rsidR="001B1147">
        <w:t xml:space="preserve"> </w:t>
      </w:r>
      <w:r w:rsidR="000A290F">
        <w:t>záruční list stroje</w:t>
      </w:r>
      <w:r w:rsidR="00A670F9">
        <w:t>, ORV (případně COC list) přípojného vozidla;</w:t>
      </w:r>
    </w:p>
    <w:p w14:paraId="5624021F" w14:textId="355DFAC8" w:rsidR="005702D6" w:rsidRDefault="005702D6" w:rsidP="005702D6">
      <w:pPr>
        <w:pStyle w:val="Odstavecseseznamem"/>
        <w:numPr>
          <w:ilvl w:val="0"/>
          <w:numId w:val="12"/>
        </w:numPr>
      </w:pPr>
      <w:r>
        <w:t>Návod k</w:t>
      </w:r>
      <w:r w:rsidR="00306842">
        <w:t> použití,</w:t>
      </w:r>
      <w:r w:rsidR="001B1147">
        <w:t xml:space="preserve"> údržbě a</w:t>
      </w:r>
      <w:r w:rsidR="000A290F">
        <w:t xml:space="preserve"> obsluze</w:t>
      </w:r>
      <w:r w:rsidR="001B1147">
        <w:t xml:space="preserve"> </w:t>
      </w:r>
      <w:r w:rsidR="000A290F">
        <w:t>stroje</w:t>
      </w:r>
      <w:r w:rsidR="00A670F9">
        <w:t>;</w:t>
      </w:r>
    </w:p>
    <w:p w14:paraId="3E7233A2" w14:textId="716AA3BE" w:rsidR="005702D6" w:rsidRDefault="005702D6" w:rsidP="005702D6">
      <w:pPr>
        <w:pStyle w:val="Odstavecseseznamem"/>
        <w:numPr>
          <w:ilvl w:val="0"/>
          <w:numId w:val="12"/>
        </w:numPr>
      </w:pPr>
      <w:r>
        <w:t>Prohlášení o shodě výrobku</w:t>
      </w:r>
      <w:r w:rsidR="00A670F9">
        <w:t>;</w:t>
      </w:r>
    </w:p>
    <w:p w14:paraId="3E33958F" w14:textId="050254B0" w:rsidR="00306842" w:rsidRPr="000A290F" w:rsidRDefault="001B1147" w:rsidP="005702D6">
      <w:pPr>
        <w:pStyle w:val="Odstavecseseznamem"/>
        <w:numPr>
          <w:ilvl w:val="0"/>
          <w:numId w:val="12"/>
        </w:numPr>
      </w:pPr>
      <w:r w:rsidRPr="000A290F">
        <w:t>Zaškolení obsluhy pro bezpečnou obsluhu a údržbu výrobku</w:t>
      </w:r>
      <w:r w:rsidR="00C30C0F">
        <w:t xml:space="preserve"> u objednatele</w:t>
      </w:r>
      <w:r w:rsidR="00A670F9">
        <w:t>;</w:t>
      </w:r>
    </w:p>
    <w:p w14:paraId="5BFD6245" w14:textId="2318AF1B" w:rsidR="005702D6" w:rsidRPr="003E0DDA" w:rsidRDefault="00306842" w:rsidP="005702D6">
      <w:pPr>
        <w:pStyle w:val="Odstavecseseznamem"/>
        <w:numPr>
          <w:ilvl w:val="0"/>
          <w:numId w:val="12"/>
        </w:numPr>
      </w:pPr>
      <w:r w:rsidRPr="003E0DDA">
        <w:t>Záruka na jakost po dobu minimálně 24 měsíců</w:t>
      </w:r>
      <w:r w:rsidR="00A670F9">
        <w:t>;</w:t>
      </w:r>
    </w:p>
    <w:p w14:paraId="22AFCA4F" w14:textId="15AB49B2" w:rsidR="00306842" w:rsidRPr="00CD3E6B" w:rsidRDefault="00E03AA6" w:rsidP="00B211EF">
      <w:pPr>
        <w:pStyle w:val="Odstavecseseznamem"/>
        <w:numPr>
          <w:ilvl w:val="0"/>
          <w:numId w:val="12"/>
        </w:numPr>
      </w:pPr>
      <w:r>
        <w:rPr>
          <w:rFonts w:eastAsia="Times New Roman" w:cs="Times New Roman"/>
          <w:lang w:eastAsia="cs-CZ"/>
        </w:rPr>
        <w:t>P</w:t>
      </w:r>
      <w:r w:rsidR="000A290F" w:rsidRPr="003E0DDA">
        <w:rPr>
          <w:rFonts w:eastAsia="Times New Roman" w:cs="Times New Roman"/>
          <w:lang w:eastAsia="cs-CZ"/>
        </w:rPr>
        <w:t>rovádění předepsaných servisn</w:t>
      </w:r>
      <w:r w:rsidR="003E0DDA" w:rsidRPr="003E0DDA">
        <w:rPr>
          <w:rFonts w:eastAsia="Times New Roman" w:cs="Times New Roman"/>
          <w:lang w:eastAsia="cs-CZ"/>
        </w:rPr>
        <w:t xml:space="preserve">ích úkonů </w:t>
      </w:r>
      <w:r w:rsidR="000A290F" w:rsidRPr="003E0DDA">
        <w:rPr>
          <w:rFonts w:eastAsia="Times New Roman" w:cs="Times New Roman"/>
          <w:lang w:eastAsia="cs-CZ"/>
        </w:rPr>
        <w:t xml:space="preserve">dodavatelem v ceně stroje </w:t>
      </w:r>
      <w:r w:rsidR="003E0DDA" w:rsidRPr="003E0DDA">
        <w:rPr>
          <w:rFonts w:eastAsia="Times New Roman" w:cs="Times New Roman"/>
          <w:lang w:eastAsia="cs-CZ"/>
        </w:rPr>
        <w:t xml:space="preserve">a </w:t>
      </w:r>
      <w:r w:rsidR="000A290F" w:rsidRPr="003E0DDA">
        <w:rPr>
          <w:rFonts w:eastAsia="Times New Roman" w:cs="Times New Roman"/>
          <w:lang w:eastAsia="cs-CZ"/>
        </w:rPr>
        <w:t>v intervalech předepsaných výrobcem stroje na základě jeho servisního plánu obsahující výměny provozních kapalin a filtrů (olejových náplní motoru včetně filtrů, olejových náplní hydraulických systémů a okruhů včetně jejich filtrů, výměny filtrů vzduchových a likvidaci odpadu v souladu se zákonem 185/2001 Sb. a jeho pozdějším znění, seřízení pracovních částí stoje zaručujících bezpečnost obsluhy a stroje)</w:t>
      </w:r>
      <w:r w:rsidR="00372215">
        <w:rPr>
          <w:rFonts w:eastAsia="Times New Roman" w:cs="Times New Roman"/>
          <w:lang w:eastAsia="cs-CZ"/>
        </w:rPr>
        <w:t>.</w:t>
      </w:r>
      <w:r w:rsidR="000A290F" w:rsidRPr="003E0DDA">
        <w:rPr>
          <w:rFonts w:eastAsia="Times New Roman" w:cs="Times New Roman"/>
          <w:lang w:eastAsia="cs-CZ"/>
        </w:rPr>
        <w:t xml:space="preserve"> Požadavek se nevztahuje na části podléhající běžnému opotřebení, vnějších pryžových částí, běžné údržby, doplňování PHM, nádrže AD-Blue, nebo údržby filtru pevných částic</w:t>
      </w:r>
      <w:r w:rsidR="00A670F9">
        <w:rPr>
          <w:rFonts w:eastAsia="Times New Roman" w:cs="Times New Roman"/>
          <w:lang w:eastAsia="cs-CZ"/>
        </w:rPr>
        <w:t>;</w:t>
      </w:r>
    </w:p>
    <w:p w14:paraId="4BEB763B" w14:textId="4176BC92" w:rsidR="00CD3E6B" w:rsidRPr="0081206E" w:rsidRDefault="00CD3E6B" w:rsidP="00CD3E6B">
      <w:pPr>
        <w:pStyle w:val="Odstavecseseznamem"/>
        <w:numPr>
          <w:ilvl w:val="0"/>
          <w:numId w:val="12"/>
        </w:numPr>
        <w:jc w:val="both"/>
        <w:rPr>
          <w:b/>
        </w:rPr>
      </w:pPr>
      <w:r w:rsidRPr="0081206E">
        <w:t>Servisní středisko dodavatele (případně jeho servisního partnera)</w:t>
      </w:r>
      <w:r w:rsidR="0081206E" w:rsidRPr="0081206E">
        <w:t xml:space="preserve"> dostupné</w:t>
      </w:r>
      <w:r w:rsidRPr="0081206E">
        <w:t xml:space="preserve"> v okruhu </w:t>
      </w:r>
      <w:r w:rsidR="00372215" w:rsidRPr="0081206E">
        <w:t>do</w:t>
      </w:r>
      <w:r w:rsidRPr="0081206E">
        <w:t xml:space="preserve"> </w:t>
      </w:r>
      <w:proofErr w:type="gramStart"/>
      <w:r w:rsidRPr="0081206E">
        <w:t>75km</w:t>
      </w:r>
      <w:proofErr w:type="gramEnd"/>
      <w:r w:rsidRPr="0081206E">
        <w:t xml:space="preserve"> od </w:t>
      </w:r>
      <w:r w:rsidR="00E2667D" w:rsidRPr="0081206E">
        <w:t>Oblastního ředitelství Ostrava</w:t>
      </w:r>
      <w:r w:rsidR="00E2667D">
        <w:t>, Muglinovská 1038, 702 00 Ostrava</w:t>
      </w:r>
      <w:r w:rsidR="007228B0">
        <w:t xml:space="preserve"> (OJ zadavatele)</w:t>
      </w:r>
      <w:r w:rsidR="007228B0" w:rsidRPr="0081206E">
        <w:t>.</w:t>
      </w:r>
      <w:r w:rsidRPr="0081206E">
        <w:t xml:space="preserve"> </w:t>
      </w:r>
      <w:r w:rsidR="007228B0">
        <w:t>Náklady na dopravu do/z místa servisního střediska v případě využití služeb servisu nese zadavatel.</w:t>
      </w:r>
      <w:r w:rsidR="007228B0" w:rsidRPr="0081206E">
        <w:t xml:space="preserve"> </w:t>
      </w:r>
      <w:r w:rsidRPr="0081206E">
        <w:t>Dodavatel uvede v nabídce (</w:t>
      </w:r>
      <w:r w:rsidR="00E2667D">
        <w:t>v níže připojených tabulkách této přílohy</w:t>
      </w:r>
      <w:r w:rsidRPr="0081206E">
        <w:t>) adresu servisního střediska</w:t>
      </w:r>
      <w:r w:rsidR="00372215" w:rsidRPr="0081206E">
        <w:t>.</w:t>
      </w:r>
    </w:p>
    <w:p w14:paraId="53DCF75C" w14:textId="34F5D9A0" w:rsidR="002F52DB" w:rsidRPr="002F52DB" w:rsidRDefault="002F52DB" w:rsidP="002F52DB">
      <w:pPr>
        <w:pStyle w:val="Nadpis2"/>
      </w:pPr>
      <w:r>
        <w:t>4. Technická specifikace</w:t>
      </w:r>
      <w:r w:rsidR="00961FBA">
        <w:t>, pokyny k vyplnění</w:t>
      </w:r>
    </w:p>
    <w:p w14:paraId="188E3DA8" w14:textId="41E8ACBC" w:rsidR="002E046A" w:rsidRPr="002E046A" w:rsidRDefault="002E046A" w:rsidP="002E046A">
      <w:pPr>
        <w:pStyle w:val="Odstavecseseznamem"/>
        <w:numPr>
          <w:ilvl w:val="0"/>
          <w:numId w:val="14"/>
        </w:numPr>
        <w:jc w:val="both"/>
        <w:rPr>
          <w:color w:val="00B0F0"/>
          <w:sz w:val="24"/>
          <w:szCs w:val="24"/>
        </w:rPr>
      </w:pPr>
      <w:r w:rsidRPr="002E046A">
        <w:t>Dodavatel doplní v úvodu model (typ) výrobků</w:t>
      </w:r>
      <w:r w:rsidR="00961FBA">
        <w:t xml:space="preserve"> (viz níže připojené tabulky)</w:t>
      </w:r>
    </w:p>
    <w:p w14:paraId="08759328" w14:textId="0F1AAD0A" w:rsidR="00B15A8D" w:rsidRDefault="00984C4A" w:rsidP="002E046A">
      <w:pPr>
        <w:pStyle w:val="Odstavecseseznamem"/>
        <w:numPr>
          <w:ilvl w:val="0"/>
          <w:numId w:val="13"/>
        </w:numPr>
      </w:pPr>
      <w:r>
        <w:t>D</w:t>
      </w:r>
      <w:r w:rsidR="00B15A8D">
        <w:t xml:space="preserve">odavatel uvede u číselných hodnot přesnou hodnotu, u ostatních údajů </w:t>
      </w:r>
      <w:r w:rsidR="00452DB1">
        <w:t xml:space="preserve">účastník </w:t>
      </w:r>
      <w:r w:rsidR="00B15A8D">
        <w:t>uvede ANO/NE, zda splňuje / nesplňuje požadavek zadavatele</w:t>
      </w:r>
      <w:r w:rsidR="007228B0">
        <w:t>, případně doplní požadovanou informaci.</w:t>
      </w:r>
      <w:r w:rsidR="00B15A8D">
        <w:tab/>
      </w:r>
      <w:r w:rsidR="00B15A8D">
        <w:tab/>
      </w:r>
    </w:p>
    <w:p w14:paraId="21ABF88D" w14:textId="33B1472E" w:rsidR="00961FBA" w:rsidRPr="00BA4B10" w:rsidRDefault="00B15A8D" w:rsidP="00BA4B10">
      <w:pPr>
        <w:pStyle w:val="Odstavecseseznamem"/>
        <w:numPr>
          <w:ilvl w:val="0"/>
          <w:numId w:val="13"/>
        </w:numPr>
        <w:jc w:val="both"/>
        <w:rPr>
          <w:b/>
        </w:rPr>
      </w:pPr>
      <w:r>
        <w:lastRenderedPageBreak/>
        <w:t>Uvedené parametry a výbava</w:t>
      </w:r>
      <w:r w:rsidR="007228B0">
        <w:t xml:space="preserve"> případně další požadavky</w:t>
      </w:r>
      <w:r>
        <w:t xml:space="preserve"> jsou minimálními požadavky zadavatele, jejich nesplnění (nižší hodnota, nebo odpověď NE) je nesplněním zadávacích podmínek.</w:t>
      </w:r>
    </w:p>
    <w:tbl>
      <w:tblPr>
        <w:tblW w:w="86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0"/>
        <w:gridCol w:w="1740"/>
        <w:gridCol w:w="2680"/>
      </w:tblGrid>
      <w:tr w:rsidR="00BA4B10" w:rsidRPr="00BA4B10" w14:paraId="083B6C06" w14:textId="77777777" w:rsidTr="00BA4B10">
        <w:trPr>
          <w:trHeight w:val="1303"/>
        </w:trPr>
        <w:tc>
          <w:tcPr>
            <w:tcW w:w="42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2B59"/>
            <w:vAlign w:val="center"/>
            <w:hideMark/>
          </w:tcPr>
          <w:p w14:paraId="0E8388D3" w14:textId="23292FF6" w:rsidR="00BA4B10" w:rsidRPr="00BA4B10" w:rsidRDefault="00BA4B10" w:rsidP="00BA4B1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BA4B10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KO</w:t>
            </w:r>
            <w:r w:rsidR="00AC24E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LOVÁ</w:t>
            </w:r>
            <w:r w:rsidRPr="00BA4B10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SEKAČKA S POHONEM 4X4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2B59"/>
            <w:vAlign w:val="center"/>
            <w:hideMark/>
          </w:tcPr>
          <w:p w14:paraId="6724BF72" w14:textId="62D87713" w:rsidR="00BA4B10" w:rsidRPr="00BA4B10" w:rsidRDefault="00BA4B10" w:rsidP="00BA4B1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BA4B10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002B59"/>
            <w:vAlign w:val="center"/>
            <w:hideMark/>
          </w:tcPr>
          <w:p w14:paraId="07D16C7B" w14:textId="77777777" w:rsidR="00BA4B10" w:rsidRPr="00BA4B10" w:rsidRDefault="00BA4B10" w:rsidP="00BA4B1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BA4B10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PARAMETRY NABÍZENÉHO STROJE (uveďte HODNOTY, případně ANO / NE)</w:t>
            </w:r>
          </w:p>
        </w:tc>
      </w:tr>
      <w:tr w:rsidR="00BA4B10" w:rsidRPr="00BA4B10" w14:paraId="378A506F" w14:textId="77777777" w:rsidTr="003A6566">
        <w:trPr>
          <w:trHeight w:val="500"/>
        </w:trPr>
        <w:tc>
          <w:tcPr>
            <w:tcW w:w="42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5200"/>
            <w:noWrap/>
            <w:vAlign w:val="center"/>
            <w:hideMark/>
          </w:tcPr>
          <w:p w14:paraId="6AABE4A4" w14:textId="77777777" w:rsidR="00BA4B10" w:rsidRPr="00BA4B10" w:rsidRDefault="00BA4B10" w:rsidP="00BA4B1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BA4B10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NABÍZENÝ STROJ: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F45D6" w14:textId="77777777" w:rsidR="00BA4B10" w:rsidRPr="00BA4B10" w:rsidRDefault="00BA4B10" w:rsidP="00BA4B1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BA4B10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2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5200"/>
            <w:noWrap/>
            <w:vAlign w:val="bottom"/>
            <w:hideMark/>
          </w:tcPr>
          <w:p w14:paraId="4AD70FEA" w14:textId="77777777" w:rsidR="00BA4B10" w:rsidRPr="00BA4B10" w:rsidRDefault="00BA4B10" w:rsidP="00BA4B1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BA4B10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________________</w:t>
            </w:r>
          </w:p>
        </w:tc>
      </w:tr>
      <w:tr w:rsidR="009B1DDE" w:rsidRPr="009B1DDE" w14:paraId="0136A4D0" w14:textId="77777777" w:rsidTr="00BA4B10">
        <w:trPr>
          <w:trHeight w:val="350"/>
        </w:trPr>
        <w:tc>
          <w:tcPr>
            <w:tcW w:w="4200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503C96A7" w14:textId="77777777" w:rsidR="00BA4B10" w:rsidRPr="009B1DDE" w:rsidRDefault="00BA4B10" w:rsidP="00BA4B1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b/>
                <w:bCs/>
                <w:lang w:eastAsia="cs-CZ"/>
              </w:rPr>
              <w:t>MOTOR</w:t>
            </w:r>
          </w:p>
        </w:tc>
        <w:tc>
          <w:tcPr>
            <w:tcW w:w="174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3F6C66D3" w14:textId="77777777" w:rsidR="00BA4B10" w:rsidRPr="009B1DDE" w:rsidRDefault="00BA4B10" w:rsidP="00BA4B1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  <w:t>-----</w:t>
            </w:r>
          </w:p>
        </w:tc>
        <w:tc>
          <w:tcPr>
            <w:tcW w:w="268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CB1848B" w14:textId="77777777" w:rsidR="00BA4B10" w:rsidRPr="009B1DDE" w:rsidRDefault="00BA4B10" w:rsidP="00BA4B1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  <w:t>-----</w:t>
            </w:r>
          </w:p>
        </w:tc>
      </w:tr>
      <w:tr w:rsidR="009B1DDE" w:rsidRPr="009B1DDE" w14:paraId="7B74703B" w14:textId="77777777" w:rsidTr="003A6566">
        <w:trPr>
          <w:trHeight w:val="230"/>
        </w:trPr>
        <w:tc>
          <w:tcPr>
            <w:tcW w:w="42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85D6AA6" w14:textId="77777777" w:rsidR="00BA4B10" w:rsidRPr="009B1DDE" w:rsidRDefault="00BA4B10" w:rsidP="00BA4B10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Zážehový (čtyř-taktní)</w:t>
            </w:r>
          </w:p>
        </w:tc>
        <w:tc>
          <w:tcPr>
            <w:tcW w:w="17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2D126CB" w14:textId="77777777" w:rsidR="00BA4B10" w:rsidRPr="009B1DDE" w:rsidRDefault="00BA4B10" w:rsidP="00BA4B1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4CC9F979" w14:textId="77777777" w:rsidR="00BA4B10" w:rsidRPr="009B1DDE" w:rsidRDefault="00BA4B10" w:rsidP="00BA4B10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9B1DDE" w:rsidRPr="009B1DDE" w14:paraId="6FEA01E0" w14:textId="77777777" w:rsidTr="003A6566">
        <w:trPr>
          <w:trHeight w:val="230"/>
        </w:trPr>
        <w:tc>
          <w:tcPr>
            <w:tcW w:w="42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3D0284B7" w14:textId="77777777" w:rsidR="00BA4B10" w:rsidRPr="009B1DDE" w:rsidRDefault="00BA4B10" w:rsidP="00BA4B10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Objem motoru</w:t>
            </w:r>
          </w:p>
        </w:tc>
        <w:tc>
          <w:tcPr>
            <w:tcW w:w="17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24AA2EEF" w14:textId="77777777" w:rsidR="00BA4B10" w:rsidRPr="009B1DDE" w:rsidRDefault="00BA4B10" w:rsidP="00BA4B1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min. 720 cm³</w:t>
            </w:r>
          </w:p>
        </w:tc>
        <w:tc>
          <w:tcPr>
            <w:tcW w:w="26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2FD7411F" w14:textId="77777777" w:rsidR="00BA4B10" w:rsidRPr="009B1DDE" w:rsidRDefault="00BA4B10" w:rsidP="00BA4B10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9B1DDE" w:rsidRPr="009B1DDE" w14:paraId="202022A6" w14:textId="77777777" w:rsidTr="003A6566">
        <w:trPr>
          <w:trHeight w:val="230"/>
        </w:trPr>
        <w:tc>
          <w:tcPr>
            <w:tcW w:w="42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F56D061" w14:textId="77777777" w:rsidR="00BA4B10" w:rsidRPr="009B1DDE" w:rsidRDefault="00BA4B10" w:rsidP="00BA4B10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Jmenovitý výkon motoru</w:t>
            </w:r>
          </w:p>
        </w:tc>
        <w:tc>
          <w:tcPr>
            <w:tcW w:w="17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085098E" w14:textId="77777777" w:rsidR="00BA4B10" w:rsidRPr="009B1DDE" w:rsidRDefault="00BA4B10" w:rsidP="00BA4B1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min. 16,5 kW</w:t>
            </w:r>
          </w:p>
        </w:tc>
        <w:tc>
          <w:tcPr>
            <w:tcW w:w="26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4ACC7137" w14:textId="77777777" w:rsidR="00BA4B10" w:rsidRPr="009B1DDE" w:rsidRDefault="00BA4B10" w:rsidP="00BA4B10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9B1DDE" w:rsidRPr="009B1DDE" w14:paraId="3C6A7671" w14:textId="77777777" w:rsidTr="00BA4B10">
        <w:trPr>
          <w:trHeight w:val="350"/>
        </w:trPr>
        <w:tc>
          <w:tcPr>
            <w:tcW w:w="42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0BDE01B7" w14:textId="77777777" w:rsidR="00BA4B10" w:rsidRPr="009B1DDE" w:rsidRDefault="00BA4B10" w:rsidP="00BA4B1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b/>
                <w:bCs/>
                <w:lang w:eastAsia="cs-CZ"/>
              </w:rPr>
              <w:t>PODVOZEK a POHON</w:t>
            </w:r>
          </w:p>
        </w:tc>
        <w:tc>
          <w:tcPr>
            <w:tcW w:w="17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5EF480ED" w14:textId="77777777" w:rsidR="00BA4B10" w:rsidRPr="009B1DDE" w:rsidRDefault="00BA4B10" w:rsidP="00BA4B1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  <w:t>-----</w:t>
            </w:r>
          </w:p>
        </w:tc>
        <w:tc>
          <w:tcPr>
            <w:tcW w:w="26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502EDD2" w14:textId="77777777" w:rsidR="00BA4B10" w:rsidRPr="009B1DDE" w:rsidRDefault="00BA4B10" w:rsidP="00BA4B1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  <w:t>-----</w:t>
            </w:r>
          </w:p>
        </w:tc>
      </w:tr>
      <w:tr w:rsidR="009B1DDE" w:rsidRPr="009B1DDE" w14:paraId="39CF146F" w14:textId="77777777" w:rsidTr="003A6566">
        <w:trPr>
          <w:trHeight w:val="230"/>
        </w:trPr>
        <w:tc>
          <w:tcPr>
            <w:tcW w:w="42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B4EAF21" w14:textId="77777777" w:rsidR="00BA4B10" w:rsidRPr="009B1DDE" w:rsidRDefault="00BA4B10" w:rsidP="00BA4B10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Podvozek kolový</w:t>
            </w:r>
          </w:p>
        </w:tc>
        <w:tc>
          <w:tcPr>
            <w:tcW w:w="17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4A17C45" w14:textId="77777777" w:rsidR="00BA4B10" w:rsidRPr="009B1DDE" w:rsidRDefault="00BA4B10" w:rsidP="00BA4B1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722969DC" w14:textId="77777777" w:rsidR="00BA4B10" w:rsidRPr="009B1DDE" w:rsidRDefault="00BA4B10" w:rsidP="00BA4B10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9B1DDE" w:rsidRPr="009B1DDE" w14:paraId="5D8DAF38" w14:textId="77777777" w:rsidTr="003A6566">
        <w:trPr>
          <w:trHeight w:val="230"/>
        </w:trPr>
        <w:tc>
          <w:tcPr>
            <w:tcW w:w="42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584FB55F" w14:textId="77777777" w:rsidR="00BA4B10" w:rsidRPr="009B1DDE" w:rsidRDefault="00BA4B10" w:rsidP="00BA4B10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Pohon kol hydrostatický</w:t>
            </w:r>
          </w:p>
        </w:tc>
        <w:tc>
          <w:tcPr>
            <w:tcW w:w="17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04EDEF8E" w14:textId="77777777" w:rsidR="00BA4B10" w:rsidRPr="009B1DDE" w:rsidRDefault="00BA4B10" w:rsidP="00BA4B1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370BDF99" w14:textId="77777777" w:rsidR="00BA4B10" w:rsidRPr="009B1DDE" w:rsidRDefault="00BA4B10" w:rsidP="00BA4B10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9B1DDE" w:rsidRPr="009B1DDE" w14:paraId="4AF6A1ED" w14:textId="77777777" w:rsidTr="003A6566">
        <w:trPr>
          <w:trHeight w:val="230"/>
        </w:trPr>
        <w:tc>
          <w:tcPr>
            <w:tcW w:w="42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F87F1DB" w14:textId="77777777" w:rsidR="00BA4B10" w:rsidRPr="009B1DDE" w:rsidRDefault="00BA4B10" w:rsidP="00BA4B10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Trvalý pohon všech kol (4x4)</w:t>
            </w:r>
          </w:p>
        </w:tc>
        <w:tc>
          <w:tcPr>
            <w:tcW w:w="17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D56115C" w14:textId="77777777" w:rsidR="00BA4B10" w:rsidRPr="009B1DDE" w:rsidRDefault="00BA4B10" w:rsidP="00BA4B1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29E4D61B" w14:textId="77777777" w:rsidR="00BA4B10" w:rsidRPr="009B1DDE" w:rsidRDefault="00BA4B10" w:rsidP="00BA4B10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9B1DDE" w:rsidRPr="009B1DDE" w14:paraId="4EDA197A" w14:textId="77777777" w:rsidTr="003A6566">
        <w:trPr>
          <w:trHeight w:val="230"/>
        </w:trPr>
        <w:tc>
          <w:tcPr>
            <w:tcW w:w="42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72AECBF3" w14:textId="77777777" w:rsidR="00BA4B10" w:rsidRPr="009B1DDE" w:rsidRDefault="00BA4B10" w:rsidP="00BA4B10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Uzávěrka diferenciálu</w:t>
            </w:r>
          </w:p>
        </w:tc>
        <w:tc>
          <w:tcPr>
            <w:tcW w:w="17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36D314BA" w14:textId="77777777" w:rsidR="00BA4B10" w:rsidRPr="009B1DDE" w:rsidRDefault="00BA4B10" w:rsidP="00BA4B1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5ACEE954" w14:textId="77777777" w:rsidR="00BA4B10" w:rsidRPr="009B1DDE" w:rsidRDefault="00BA4B10" w:rsidP="00BA4B10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9B1DDE" w:rsidRPr="009B1DDE" w14:paraId="0C65A04A" w14:textId="77777777" w:rsidTr="003A6566">
        <w:trPr>
          <w:trHeight w:val="230"/>
        </w:trPr>
        <w:tc>
          <w:tcPr>
            <w:tcW w:w="42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0102E9F" w14:textId="77777777" w:rsidR="00BA4B10" w:rsidRPr="009B1DDE" w:rsidRDefault="00BA4B10" w:rsidP="00BA4B10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Pojezdová rychlost plynule nastavitelná</w:t>
            </w:r>
          </w:p>
        </w:tc>
        <w:tc>
          <w:tcPr>
            <w:tcW w:w="17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7D94050" w14:textId="77777777" w:rsidR="00BA4B10" w:rsidRPr="009B1DDE" w:rsidRDefault="00BA4B10" w:rsidP="00BA4B1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FF5200" w:themeFill="accent2"/>
            <w:vAlign w:val="center"/>
            <w:hideMark/>
          </w:tcPr>
          <w:p w14:paraId="5484F987" w14:textId="77777777" w:rsidR="00BA4B10" w:rsidRPr="009B1DDE" w:rsidRDefault="00BA4B10" w:rsidP="00BA4B10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9B1DDE" w:rsidRPr="009B1DDE" w14:paraId="34CF5989" w14:textId="77777777" w:rsidTr="003A6566">
        <w:trPr>
          <w:trHeight w:val="230"/>
        </w:trPr>
        <w:tc>
          <w:tcPr>
            <w:tcW w:w="42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vAlign w:val="center"/>
            <w:hideMark/>
          </w:tcPr>
          <w:p w14:paraId="31C2EE1B" w14:textId="23267B6B" w:rsidR="00BA4B10" w:rsidRPr="009B1DDE" w:rsidRDefault="00BA4B10" w:rsidP="00BA4B10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Maximální pojezdová rychlost</w:t>
            </w:r>
            <w:r w:rsidR="00F32590" w:rsidRPr="009B1DDE">
              <w:rPr>
                <w:rFonts w:ascii="Verdana" w:eastAsia="Times New Roman" w:hAnsi="Verdana" w:cs="Times New Roman"/>
                <w:lang w:eastAsia="cs-CZ"/>
              </w:rPr>
              <w:t xml:space="preserve"> (vpřed i vzad)</w:t>
            </w:r>
          </w:p>
        </w:tc>
        <w:tc>
          <w:tcPr>
            <w:tcW w:w="17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vAlign w:val="center"/>
            <w:hideMark/>
          </w:tcPr>
          <w:p w14:paraId="1E3556A1" w14:textId="1D9FA94E" w:rsidR="00BA4B10" w:rsidRPr="009B1DDE" w:rsidRDefault="00BA4B10" w:rsidP="00BA4B1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min. 6</w:t>
            </w:r>
            <w:r w:rsidR="003A6208" w:rsidRPr="009B1DDE">
              <w:rPr>
                <w:rFonts w:ascii="Verdana" w:eastAsia="Times New Roman" w:hAnsi="Verdana" w:cs="Times New Roman"/>
                <w:lang w:eastAsia="cs-CZ"/>
              </w:rPr>
              <w:t>,5</w:t>
            </w:r>
            <w:r w:rsidRPr="009B1DDE">
              <w:rPr>
                <w:rFonts w:ascii="Verdana" w:eastAsia="Times New Roman" w:hAnsi="Verdana" w:cs="Times New Roman"/>
                <w:lang w:eastAsia="cs-CZ"/>
              </w:rPr>
              <w:t xml:space="preserve"> km/hod</w:t>
            </w:r>
          </w:p>
        </w:tc>
        <w:tc>
          <w:tcPr>
            <w:tcW w:w="26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FF5200" w:themeFill="accent2"/>
            <w:vAlign w:val="center"/>
            <w:hideMark/>
          </w:tcPr>
          <w:p w14:paraId="7F4929A3" w14:textId="77777777" w:rsidR="00BA4B10" w:rsidRPr="009B1DDE" w:rsidRDefault="00BA4B10" w:rsidP="00BA4B10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9B1DDE" w:rsidRPr="009B1DDE" w14:paraId="2EE83184" w14:textId="77777777" w:rsidTr="003A6566">
        <w:trPr>
          <w:trHeight w:val="230"/>
        </w:trPr>
        <w:tc>
          <w:tcPr>
            <w:tcW w:w="42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1AAB869" w14:textId="77777777" w:rsidR="00BA4B10" w:rsidRPr="009B1DDE" w:rsidRDefault="00BA4B10" w:rsidP="00BA4B10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Svahová dostupnost sekačky</w:t>
            </w:r>
          </w:p>
        </w:tc>
        <w:tc>
          <w:tcPr>
            <w:tcW w:w="17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D714D3D" w14:textId="77777777" w:rsidR="00BA4B10" w:rsidRPr="009B1DDE" w:rsidRDefault="00BA4B10" w:rsidP="00BA4B1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min. 20°</w:t>
            </w:r>
          </w:p>
        </w:tc>
        <w:tc>
          <w:tcPr>
            <w:tcW w:w="26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5EAD06BC" w14:textId="77777777" w:rsidR="00BA4B10" w:rsidRPr="009B1DDE" w:rsidRDefault="00BA4B10" w:rsidP="00BA4B10">
            <w:pPr>
              <w:spacing w:after="0" w:line="240" w:lineRule="auto"/>
              <w:rPr>
                <w:rFonts w:ascii="HCR Dotum" w:eastAsia="Times New Roman" w:hAnsi="HCR Dotum" w:cs="Times New Roman"/>
                <w:lang w:eastAsia="cs-CZ"/>
              </w:rPr>
            </w:pPr>
            <w:r w:rsidRPr="009B1DDE">
              <w:rPr>
                <w:rFonts w:ascii="HCR Dotum" w:eastAsia="Times New Roman" w:hAnsi="HCR Dotum" w:cs="Times New Roman"/>
                <w:lang w:eastAsia="cs-CZ"/>
              </w:rPr>
              <w:t> </w:t>
            </w:r>
          </w:p>
        </w:tc>
      </w:tr>
      <w:tr w:rsidR="009B1DDE" w:rsidRPr="009B1DDE" w14:paraId="4EC3825B" w14:textId="77777777" w:rsidTr="003A6566">
        <w:trPr>
          <w:trHeight w:val="230"/>
        </w:trPr>
        <w:tc>
          <w:tcPr>
            <w:tcW w:w="42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1CC058EA" w14:textId="77777777" w:rsidR="00BA4B10" w:rsidRPr="009B1DDE" w:rsidRDefault="00BA4B10" w:rsidP="00BA4B10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Objem palivové nádrže</w:t>
            </w:r>
          </w:p>
        </w:tc>
        <w:tc>
          <w:tcPr>
            <w:tcW w:w="17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1A1FD92F" w14:textId="77777777" w:rsidR="00BA4B10" w:rsidRPr="009B1DDE" w:rsidRDefault="00BA4B10" w:rsidP="00BA4B1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min. 15 l</w:t>
            </w:r>
          </w:p>
        </w:tc>
        <w:tc>
          <w:tcPr>
            <w:tcW w:w="26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52DBA130" w14:textId="77777777" w:rsidR="00BA4B10" w:rsidRPr="009B1DDE" w:rsidRDefault="00BA4B10" w:rsidP="00BA4B10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9B1DDE" w:rsidRPr="009B1DDE" w14:paraId="6288AB83" w14:textId="77777777" w:rsidTr="00BA4B10">
        <w:trPr>
          <w:trHeight w:val="350"/>
        </w:trPr>
        <w:tc>
          <w:tcPr>
            <w:tcW w:w="42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D6CC7AF" w14:textId="77777777" w:rsidR="00BA4B10" w:rsidRPr="009B1DDE" w:rsidRDefault="00BA4B10" w:rsidP="00BA4B1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b/>
                <w:bCs/>
                <w:lang w:eastAsia="cs-CZ"/>
              </w:rPr>
              <w:t>ŽACÍ ÚSTROJÍ</w:t>
            </w:r>
          </w:p>
        </w:tc>
        <w:tc>
          <w:tcPr>
            <w:tcW w:w="17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1354A43" w14:textId="77777777" w:rsidR="00BA4B10" w:rsidRPr="009B1DDE" w:rsidRDefault="00BA4B10" w:rsidP="00BA4B1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  <w:t>-----</w:t>
            </w:r>
          </w:p>
        </w:tc>
        <w:tc>
          <w:tcPr>
            <w:tcW w:w="26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6E9CF8" w14:textId="77777777" w:rsidR="00BA4B10" w:rsidRPr="009B1DDE" w:rsidRDefault="00BA4B10" w:rsidP="00BA4B1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  <w:t>-----</w:t>
            </w:r>
          </w:p>
        </w:tc>
      </w:tr>
      <w:tr w:rsidR="009B1DDE" w:rsidRPr="009B1DDE" w14:paraId="6703770C" w14:textId="77777777" w:rsidTr="003A6566">
        <w:trPr>
          <w:trHeight w:val="230"/>
        </w:trPr>
        <w:tc>
          <w:tcPr>
            <w:tcW w:w="42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30289D21" w14:textId="77777777" w:rsidR="00BA4B10" w:rsidRPr="009B1DDE" w:rsidRDefault="00BA4B10" w:rsidP="00BA4B10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Systém dvou nožů (dělený žací + mulčovací)</w:t>
            </w:r>
          </w:p>
        </w:tc>
        <w:tc>
          <w:tcPr>
            <w:tcW w:w="17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2120BAFB" w14:textId="77777777" w:rsidR="00BA4B10" w:rsidRPr="009B1DDE" w:rsidRDefault="00BA4B10" w:rsidP="00BA4B1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7FB1E74D" w14:textId="77777777" w:rsidR="00BA4B10" w:rsidRPr="009B1DDE" w:rsidRDefault="00BA4B10" w:rsidP="00BA4B1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b/>
                <w:bCs/>
                <w:lang w:eastAsia="cs-CZ"/>
              </w:rPr>
              <w:t> </w:t>
            </w:r>
          </w:p>
        </w:tc>
      </w:tr>
      <w:tr w:rsidR="009B1DDE" w:rsidRPr="009B1DDE" w14:paraId="38211BA9" w14:textId="77777777" w:rsidTr="003A6566">
        <w:trPr>
          <w:trHeight w:val="230"/>
        </w:trPr>
        <w:tc>
          <w:tcPr>
            <w:tcW w:w="42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AFAEDCA" w14:textId="77777777" w:rsidR="00BA4B10" w:rsidRPr="009B1DDE" w:rsidRDefault="00BA4B10" w:rsidP="00BA4B10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Centrální nastavení z pozice obsluhy</w:t>
            </w:r>
          </w:p>
        </w:tc>
        <w:tc>
          <w:tcPr>
            <w:tcW w:w="17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7811D79" w14:textId="77777777" w:rsidR="00BA4B10" w:rsidRPr="009B1DDE" w:rsidRDefault="00BA4B10" w:rsidP="00BA4B1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0F54828D" w14:textId="77777777" w:rsidR="00BA4B10" w:rsidRPr="009B1DDE" w:rsidRDefault="00BA4B10" w:rsidP="00BA4B1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9B1DDE" w:rsidRPr="009B1DDE" w14:paraId="32CCDEAC" w14:textId="77777777" w:rsidTr="003A6566">
        <w:trPr>
          <w:trHeight w:val="230"/>
        </w:trPr>
        <w:tc>
          <w:tcPr>
            <w:tcW w:w="42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92F0453" w14:textId="77777777" w:rsidR="00BA4B10" w:rsidRPr="009B1DDE" w:rsidRDefault="00BA4B10" w:rsidP="00BA4B10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Pohon žacího ústrojí klínovým řemenem</w:t>
            </w:r>
          </w:p>
        </w:tc>
        <w:tc>
          <w:tcPr>
            <w:tcW w:w="17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4BC5CD80" w14:textId="77777777" w:rsidR="00BA4B10" w:rsidRPr="009B1DDE" w:rsidRDefault="00BA4B10" w:rsidP="00BA4B1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7E69902C" w14:textId="77777777" w:rsidR="00BA4B10" w:rsidRPr="009B1DDE" w:rsidRDefault="00BA4B10" w:rsidP="00BA4B1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9B1DDE" w:rsidRPr="009B1DDE" w14:paraId="5F4415D6" w14:textId="77777777" w:rsidTr="003A6566">
        <w:trPr>
          <w:trHeight w:val="230"/>
        </w:trPr>
        <w:tc>
          <w:tcPr>
            <w:tcW w:w="42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8873B88" w14:textId="77777777" w:rsidR="00BA4B10" w:rsidRPr="009B1DDE" w:rsidRDefault="00BA4B10" w:rsidP="00BA4B10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Počet nastavitelných poloh</w:t>
            </w:r>
          </w:p>
        </w:tc>
        <w:tc>
          <w:tcPr>
            <w:tcW w:w="17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703C272" w14:textId="77777777" w:rsidR="00BA4B10" w:rsidRPr="009B1DDE" w:rsidRDefault="00BA4B10" w:rsidP="00BA4B1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min. 5</w:t>
            </w:r>
          </w:p>
        </w:tc>
        <w:tc>
          <w:tcPr>
            <w:tcW w:w="26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66477AEF" w14:textId="77777777" w:rsidR="00BA4B10" w:rsidRPr="009B1DDE" w:rsidRDefault="00BA4B10" w:rsidP="00BA4B1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9B1DDE" w:rsidRPr="009B1DDE" w14:paraId="4ED8A778" w14:textId="77777777" w:rsidTr="003A6566">
        <w:trPr>
          <w:trHeight w:val="230"/>
        </w:trPr>
        <w:tc>
          <w:tcPr>
            <w:tcW w:w="42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5206ABFA" w14:textId="77777777" w:rsidR="00BA4B10" w:rsidRPr="009B1DDE" w:rsidRDefault="00BA4B10" w:rsidP="00BA4B10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Plovoucí žací hlava</w:t>
            </w:r>
          </w:p>
        </w:tc>
        <w:tc>
          <w:tcPr>
            <w:tcW w:w="17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5006B9C" w14:textId="77777777" w:rsidR="00BA4B10" w:rsidRPr="009B1DDE" w:rsidRDefault="00BA4B10" w:rsidP="00BA4B1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5C2D3F0C" w14:textId="77777777" w:rsidR="00BA4B10" w:rsidRPr="009B1DDE" w:rsidRDefault="00BA4B10" w:rsidP="00BA4B1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9B1DDE" w:rsidRPr="009B1DDE" w14:paraId="1C03B769" w14:textId="77777777" w:rsidTr="003A6566">
        <w:trPr>
          <w:trHeight w:val="230"/>
        </w:trPr>
        <w:tc>
          <w:tcPr>
            <w:tcW w:w="42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89D86F3" w14:textId="77777777" w:rsidR="00BA4B10" w:rsidRPr="009B1DDE" w:rsidRDefault="00BA4B10" w:rsidP="00BA4B10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Pracovní záběr žacího ústrojí</w:t>
            </w:r>
          </w:p>
        </w:tc>
        <w:tc>
          <w:tcPr>
            <w:tcW w:w="17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E4F08BE" w14:textId="77777777" w:rsidR="00BA4B10" w:rsidRPr="009B1DDE" w:rsidRDefault="00BA4B10" w:rsidP="00BA4B1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min. 900 mm</w:t>
            </w:r>
          </w:p>
        </w:tc>
        <w:tc>
          <w:tcPr>
            <w:tcW w:w="26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390F5384" w14:textId="77777777" w:rsidR="00BA4B10" w:rsidRPr="009B1DDE" w:rsidRDefault="00BA4B10" w:rsidP="00BA4B1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9B1DDE" w:rsidRPr="009B1DDE" w14:paraId="0A51BBD3" w14:textId="77777777" w:rsidTr="003A6566">
        <w:trPr>
          <w:trHeight w:val="230"/>
        </w:trPr>
        <w:tc>
          <w:tcPr>
            <w:tcW w:w="42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55A0036C" w14:textId="77777777" w:rsidR="00BA4B10" w:rsidRPr="009B1DDE" w:rsidRDefault="00BA4B10" w:rsidP="00BA4B10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Sběrný koš</w:t>
            </w:r>
          </w:p>
        </w:tc>
        <w:tc>
          <w:tcPr>
            <w:tcW w:w="17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76B01CA0" w14:textId="77777777" w:rsidR="00BA4B10" w:rsidRPr="009B1DDE" w:rsidRDefault="00BA4B10" w:rsidP="00BA4B1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NE</w:t>
            </w:r>
          </w:p>
        </w:tc>
        <w:tc>
          <w:tcPr>
            <w:tcW w:w="26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5D471086" w14:textId="77777777" w:rsidR="00BA4B10" w:rsidRPr="009B1DDE" w:rsidRDefault="00BA4B10" w:rsidP="00BA4B1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9B1DDE" w:rsidRPr="009B1DDE" w14:paraId="0D3CF2DF" w14:textId="77777777" w:rsidTr="003A6566">
        <w:trPr>
          <w:trHeight w:val="230"/>
        </w:trPr>
        <w:tc>
          <w:tcPr>
            <w:tcW w:w="42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C9F4AA4" w14:textId="77777777" w:rsidR="00BA4B10" w:rsidRPr="009B1DDE" w:rsidRDefault="00BA4B10" w:rsidP="00BA4B10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Minimální výška žacího ústrojí</w:t>
            </w:r>
          </w:p>
        </w:tc>
        <w:tc>
          <w:tcPr>
            <w:tcW w:w="17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5FF703D" w14:textId="77777777" w:rsidR="00BA4B10" w:rsidRPr="009B1DDE" w:rsidRDefault="00BA4B10" w:rsidP="00BA4B1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min. 80 mm</w:t>
            </w:r>
          </w:p>
        </w:tc>
        <w:tc>
          <w:tcPr>
            <w:tcW w:w="26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338194F9" w14:textId="77777777" w:rsidR="00BA4B10" w:rsidRPr="009B1DDE" w:rsidRDefault="00BA4B10" w:rsidP="00BA4B10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9B1DDE" w:rsidRPr="009B1DDE" w14:paraId="16CC7FFF" w14:textId="77777777" w:rsidTr="003A6566">
        <w:trPr>
          <w:trHeight w:val="230"/>
        </w:trPr>
        <w:tc>
          <w:tcPr>
            <w:tcW w:w="42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763E0364" w14:textId="77777777" w:rsidR="00BA4B10" w:rsidRPr="009B1DDE" w:rsidRDefault="00BA4B10" w:rsidP="00BA4B10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Maximální výška žacího ústrojí</w:t>
            </w:r>
          </w:p>
        </w:tc>
        <w:tc>
          <w:tcPr>
            <w:tcW w:w="17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vAlign w:val="center"/>
            <w:hideMark/>
          </w:tcPr>
          <w:p w14:paraId="4414FDE0" w14:textId="77777777" w:rsidR="00BA4B10" w:rsidRPr="009B1DDE" w:rsidRDefault="00BA4B10" w:rsidP="00BA4B1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min. 130 mm</w:t>
            </w:r>
          </w:p>
        </w:tc>
        <w:tc>
          <w:tcPr>
            <w:tcW w:w="26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745C5F9A" w14:textId="77777777" w:rsidR="00BA4B10" w:rsidRPr="009B1DDE" w:rsidRDefault="00BA4B10" w:rsidP="00BA4B10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9B1DDE" w:rsidRPr="009B1DDE" w14:paraId="1C60AA1C" w14:textId="77777777" w:rsidTr="00BA4B10">
        <w:trPr>
          <w:trHeight w:val="460"/>
        </w:trPr>
        <w:tc>
          <w:tcPr>
            <w:tcW w:w="42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E572697" w14:textId="77777777" w:rsidR="00BA4B10" w:rsidRPr="009B1DDE" w:rsidRDefault="00BA4B10" w:rsidP="00BA4B1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b/>
                <w:bCs/>
                <w:lang w:eastAsia="cs-CZ"/>
              </w:rPr>
              <w:t>ROZMĚRY a HMOTNOST KOMUNÁLNÍ SEKAČKY</w:t>
            </w:r>
          </w:p>
        </w:tc>
        <w:tc>
          <w:tcPr>
            <w:tcW w:w="17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070373D" w14:textId="77777777" w:rsidR="00BA4B10" w:rsidRPr="009B1DDE" w:rsidRDefault="00BA4B10" w:rsidP="00BA4B1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  <w:t>-----</w:t>
            </w:r>
          </w:p>
        </w:tc>
        <w:tc>
          <w:tcPr>
            <w:tcW w:w="26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03E478" w14:textId="77777777" w:rsidR="00BA4B10" w:rsidRPr="009B1DDE" w:rsidRDefault="00BA4B10" w:rsidP="00BA4B1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  <w:t>-----</w:t>
            </w:r>
          </w:p>
        </w:tc>
      </w:tr>
      <w:tr w:rsidR="009B1DDE" w:rsidRPr="009B1DDE" w14:paraId="3871DDB7" w14:textId="77777777" w:rsidTr="003A6566">
        <w:trPr>
          <w:trHeight w:val="230"/>
        </w:trPr>
        <w:tc>
          <w:tcPr>
            <w:tcW w:w="42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436AB7D5" w14:textId="77777777" w:rsidR="00BA4B10" w:rsidRPr="009B1DDE" w:rsidRDefault="00BA4B10" w:rsidP="00BA4B10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Šířka</w:t>
            </w:r>
          </w:p>
        </w:tc>
        <w:tc>
          <w:tcPr>
            <w:tcW w:w="17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701B410A" w14:textId="77777777" w:rsidR="00BA4B10" w:rsidRPr="009B1DDE" w:rsidRDefault="00BA4B10" w:rsidP="00BA4B1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max. 1.100 mm</w:t>
            </w:r>
          </w:p>
        </w:tc>
        <w:tc>
          <w:tcPr>
            <w:tcW w:w="26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609B1497" w14:textId="77777777" w:rsidR="00BA4B10" w:rsidRPr="009B1DDE" w:rsidRDefault="00BA4B10" w:rsidP="00BA4B10">
            <w:pPr>
              <w:spacing w:after="0" w:line="240" w:lineRule="auto"/>
              <w:rPr>
                <w:rFonts w:ascii="HCR Dotum" w:eastAsia="Times New Roman" w:hAnsi="HCR Dotum" w:cs="Times New Roman"/>
                <w:lang w:eastAsia="cs-CZ"/>
              </w:rPr>
            </w:pPr>
            <w:r w:rsidRPr="009B1DDE">
              <w:rPr>
                <w:rFonts w:ascii="HCR Dotum" w:eastAsia="Times New Roman" w:hAnsi="HCR Dotum" w:cs="Times New Roman"/>
                <w:lang w:eastAsia="cs-CZ"/>
              </w:rPr>
              <w:t> </w:t>
            </w:r>
          </w:p>
        </w:tc>
      </w:tr>
      <w:tr w:rsidR="009B1DDE" w:rsidRPr="009B1DDE" w14:paraId="1046FDCA" w14:textId="77777777" w:rsidTr="003A6566">
        <w:trPr>
          <w:trHeight w:val="230"/>
        </w:trPr>
        <w:tc>
          <w:tcPr>
            <w:tcW w:w="42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3538ECD" w14:textId="77777777" w:rsidR="00BA4B10" w:rsidRPr="009B1DDE" w:rsidRDefault="00BA4B10" w:rsidP="00BA4B10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Délka</w:t>
            </w:r>
          </w:p>
        </w:tc>
        <w:tc>
          <w:tcPr>
            <w:tcW w:w="17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799EF5E" w14:textId="511E560B" w:rsidR="00BA4B10" w:rsidRPr="009B1DDE" w:rsidRDefault="00BA4B10" w:rsidP="00BA4B1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max. 2.</w:t>
            </w:r>
            <w:r w:rsidR="00F32590" w:rsidRPr="009B1DDE">
              <w:rPr>
                <w:rFonts w:ascii="Verdana" w:eastAsia="Times New Roman" w:hAnsi="Verdana" w:cs="Times New Roman"/>
                <w:lang w:eastAsia="cs-CZ"/>
              </w:rPr>
              <w:t>00</w:t>
            </w:r>
            <w:r w:rsidRPr="009B1DDE">
              <w:rPr>
                <w:rFonts w:ascii="Verdana" w:eastAsia="Times New Roman" w:hAnsi="Verdana" w:cs="Times New Roman"/>
                <w:lang w:eastAsia="cs-CZ"/>
              </w:rPr>
              <w:t>0 mm</w:t>
            </w:r>
          </w:p>
        </w:tc>
        <w:tc>
          <w:tcPr>
            <w:tcW w:w="26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2780B907" w14:textId="77777777" w:rsidR="00BA4B10" w:rsidRPr="009B1DDE" w:rsidRDefault="00BA4B10" w:rsidP="00BA4B10">
            <w:pPr>
              <w:spacing w:after="0" w:line="240" w:lineRule="auto"/>
              <w:rPr>
                <w:rFonts w:ascii="HCR Dotum" w:eastAsia="Times New Roman" w:hAnsi="HCR Dotum" w:cs="Times New Roman"/>
                <w:lang w:eastAsia="cs-CZ"/>
              </w:rPr>
            </w:pPr>
            <w:r w:rsidRPr="009B1DDE">
              <w:rPr>
                <w:rFonts w:ascii="HCR Dotum" w:eastAsia="Times New Roman" w:hAnsi="HCR Dotum" w:cs="Times New Roman"/>
                <w:lang w:eastAsia="cs-CZ"/>
              </w:rPr>
              <w:t> </w:t>
            </w:r>
          </w:p>
        </w:tc>
      </w:tr>
      <w:tr w:rsidR="009B1DDE" w:rsidRPr="009B1DDE" w14:paraId="1979C8F4" w14:textId="77777777" w:rsidTr="003A6566">
        <w:trPr>
          <w:trHeight w:val="230"/>
        </w:trPr>
        <w:tc>
          <w:tcPr>
            <w:tcW w:w="42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0E82E35C" w14:textId="77777777" w:rsidR="00BA4B10" w:rsidRPr="009B1DDE" w:rsidRDefault="00BA4B10" w:rsidP="00BA4B10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Výška (se sklopeným ochranným rámem)</w:t>
            </w:r>
          </w:p>
        </w:tc>
        <w:tc>
          <w:tcPr>
            <w:tcW w:w="17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4E590402" w14:textId="77777777" w:rsidR="00BA4B10" w:rsidRPr="009B1DDE" w:rsidRDefault="00BA4B10" w:rsidP="00BA4B1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max. 1.250 mm</w:t>
            </w:r>
          </w:p>
        </w:tc>
        <w:tc>
          <w:tcPr>
            <w:tcW w:w="26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47FB946C" w14:textId="77777777" w:rsidR="00BA4B10" w:rsidRPr="009B1DDE" w:rsidRDefault="00BA4B10" w:rsidP="00BA4B10">
            <w:pPr>
              <w:spacing w:after="0" w:line="240" w:lineRule="auto"/>
              <w:rPr>
                <w:rFonts w:ascii="HCR Dotum" w:eastAsia="Times New Roman" w:hAnsi="HCR Dotum" w:cs="Times New Roman"/>
                <w:lang w:eastAsia="cs-CZ"/>
              </w:rPr>
            </w:pPr>
            <w:r w:rsidRPr="009B1DDE">
              <w:rPr>
                <w:rFonts w:ascii="HCR Dotum" w:eastAsia="Times New Roman" w:hAnsi="HCR Dotum" w:cs="Times New Roman"/>
                <w:lang w:eastAsia="cs-CZ"/>
              </w:rPr>
              <w:t> </w:t>
            </w:r>
          </w:p>
        </w:tc>
      </w:tr>
      <w:tr w:rsidR="009B1DDE" w:rsidRPr="009B1DDE" w14:paraId="759EDABA" w14:textId="77777777" w:rsidTr="003A6566">
        <w:trPr>
          <w:trHeight w:val="230"/>
        </w:trPr>
        <w:tc>
          <w:tcPr>
            <w:tcW w:w="42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01F0AAF" w14:textId="77777777" w:rsidR="00BA4B10" w:rsidRPr="009B1DDE" w:rsidRDefault="00BA4B10" w:rsidP="00BA4B10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Hmotnost stroje</w:t>
            </w:r>
          </w:p>
        </w:tc>
        <w:tc>
          <w:tcPr>
            <w:tcW w:w="17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1E9D7CD" w14:textId="77777777" w:rsidR="00BA4B10" w:rsidRPr="009B1DDE" w:rsidRDefault="00BA4B10" w:rsidP="00BA4B1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max. 300 kg</w:t>
            </w:r>
          </w:p>
        </w:tc>
        <w:tc>
          <w:tcPr>
            <w:tcW w:w="26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3308D9F8" w14:textId="77777777" w:rsidR="00BA4B10" w:rsidRPr="009B1DDE" w:rsidRDefault="00BA4B10" w:rsidP="00BA4B10">
            <w:pPr>
              <w:spacing w:after="0" w:line="240" w:lineRule="auto"/>
              <w:rPr>
                <w:rFonts w:ascii="HCR Dotum" w:eastAsia="Times New Roman" w:hAnsi="HCR Dotum" w:cs="Times New Roman"/>
                <w:lang w:eastAsia="cs-CZ"/>
              </w:rPr>
            </w:pPr>
            <w:r w:rsidRPr="009B1DDE">
              <w:rPr>
                <w:rFonts w:ascii="HCR Dotum" w:eastAsia="Times New Roman" w:hAnsi="HCR Dotum" w:cs="Times New Roman"/>
                <w:lang w:eastAsia="cs-CZ"/>
              </w:rPr>
              <w:t> </w:t>
            </w:r>
          </w:p>
        </w:tc>
      </w:tr>
      <w:tr w:rsidR="009B1DDE" w:rsidRPr="009B1DDE" w14:paraId="094C9776" w14:textId="77777777" w:rsidTr="00BA4B10">
        <w:trPr>
          <w:trHeight w:val="460"/>
        </w:trPr>
        <w:tc>
          <w:tcPr>
            <w:tcW w:w="42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vAlign w:val="center"/>
            <w:hideMark/>
          </w:tcPr>
          <w:p w14:paraId="6A3A1764" w14:textId="77777777" w:rsidR="00BA4B10" w:rsidRPr="009B1DDE" w:rsidRDefault="00BA4B10" w:rsidP="00BA4B1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b/>
                <w:bCs/>
                <w:lang w:eastAsia="cs-CZ"/>
              </w:rPr>
              <w:t>VYBAVENÍ, BEZPEČNOST, KOMFORT OBSLUHY A DOPLŇKY</w:t>
            </w:r>
          </w:p>
        </w:tc>
        <w:tc>
          <w:tcPr>
            <w:tcW w:w="17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51A0410D" w14:textId="77777777" w:rsidR="00BA4B10" w:rsidRPr="009B1DDE" w:rsidRDefault="00BA4B10" w:rsidP="00BA4B1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  <w:t>-----</w:t>
            </w:r>
          </w:p>
        </w:tc>
        <w:tc>
          <w:tcPr>
            <w:tcW w:w="26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0BEC74E1" w14:textId="77777777" w:rsidR="00BA4B10" w:rsidRPr="009B1DDE" w:rsidRDefault="00BA4B10" w:rsidP="00BA4B1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  <w:t>-----</w:t>
            </w:r>
          </w:p>
        </w:tc>
      </w:tr>
      <w:tr w:rsidR="009B1DDE" w:rsidRPr="009B1DDE" w14:paraId="08F0E658" w14:textId="77777777" w:rsidTr="003A6566">
        <w:trPr>
          <w:trHeight w:val="230"/>
        </w:trPr>
        <w:tc>
          <w:tcPr>
            <w:tcW w:w="42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A5B346D" w14:textId="77777777" w:rsidR="00BA4B10" w:rsidRPr="009B1DDE" w:rsidRDefault="00BA4B10" w:rsidP="00BA4B10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Ochranný rám obsluhy</w:t>
            </w:r>
          </w:p>
        </w:tc>
        <w:tc>
          <w:tcPr>
            <w:tcW w:w="17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7F71A07" w14:textId="77777777" w:rsidR="00BA4B10" w:rsidRPr="009B1DDE" w:rsidRDefault="00BA4B10" w:rsidP="00BA4B1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5DAE75FA" w14:textId="77777777" w:rsidR="00BA4B10" w:rsidRPr="009B1DDE" w:rsidRDefault="00BA4B10" w:rsidP="00BA4B10">
            <w:pPr>
              <w:spacing w:after="0" w:line="240" w:lineRule="auto"/>
              <w:rPr>
                <w:rFonts w:ascii="HCR Dotum" w:eastAsia="Times New Roman" w:hAnsi="HCR Dotum" w:cs="Times New Roman"/>
                <w:lang w:eastAsia="cs-CZ"/>
              </w:rPr>
            </w:pPr>
            <w:r w:rsidRPr="009B1DDE">
              <w:rPr>
                <w:rFonts w:ascii="HCR Dotum" w:eastAsia="Times New Roman" w:hAnsi="HCR Dotum" w:cs="Times New Roman"/>
                <w:lang w:eastAsia="cs-CZ"/>
              </w:rPr>
              <w:t> </w:t>
            </w:r>
          </w:p>
        </w:tc>
      </w:tr>
      <w:tr w:rsidR="009B1DDE" w:rsidRPr="009B1DDE" w14:paraId="5852AA83" w14:textId="77777777" w:rsidTr="003A6566">
        <w:trPr>
          <w:trHeight w:val="230"/>
        </w:trPr>
        <w:tc>
          <w:tcPr>
            <w:tcW w:w="42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1CC16E60" w14:textId="77777777" w:rsidR="00BA4B10" w:rsidRPr="009B1DDE" w:rsidRDefault="00BA4B10" w:rsidP="00BA4B10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Stavitelná sedačka obsluhy (horizontálně)</w:t>
            </w:r>
          </w:p>
        </w:tc>
        <w:tc>
          <w:tcPr>
            <w:tcW w:w="17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43B41963" w14:textId="77777777" w:rsidR="00BA4B10" w:rsidRPr="009B1DDE" w:rsidRDefault="00BA4B10" w:rsidP="00BA4B1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6F3ED3DD" w14:textId="77777777" w:rsidR="00BA4B10" w:rsidRPr="009B1DDE" w:rsidRDefault="00BA4B10" w:rsidP="00BA4B10">
            <w:pPr>
              <w:spacing w:after="0" w:line="240" w:lineRule="auto"/>
              <w:rPr>
                <w:rFonts w:ascii="HCR Dotum" w:eastAsia="Times New Roman" w:hAnsi="HCR Dotum" w:cs="Times New Roman"/>
                <w:lang w:eastAsia="cs-CZ"/>
              </w:rPr>
            </w:pPr>
            <w:r w:rsidRPr="009B1DDE">
              <w:rPr>
                <w:rFonts w:ascii="HCR Dotum" w:eastAsia="Times New Roman" w:hAnsi="HCR Dotum" w:cs="Times New Roman"/>
                <w:lang w:eastAsia="cs-CZ"/>
              </w:rPr>
              <w:t> </w:t>
            </w:r>
          </w:p>
        </w:tc>
      </w:tr>
      <w:tr w:rsidR="009B1DDE" w:rsidRPr="009B1DDE" w14:paraId="60A007DB" w14:textId="77777777" w:rsidTr="003A6566">
        <w:trPr>
          <w:trHeight w:val="230"/>
        </w:trPr>
        <w:tc>
          <w:tcPr>
            <w:tcW w:w="42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6644CB6" w14:textId="77777777" w:rsidR="00BA4B10" w:rsidRPr="009B1DDE" w:rsidRDefault="00BA4B10" w:rsidP="00BA4B10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Elektrický startér</w:t>
            </w:r>
          </w:p>
        </w:tc>
        <w:tc>
          <w:tcPr>
            <w:tcW w:w="17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0DFDC41" w14:textId="77777777" w:rsidR="00BA4B10" w:rsidRPr="009B1DDE" w:rsidRDefault="00BA4B10" w:rsidP="00BA4B1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27116017" w14:textId="77777777" w:rsidR="00BA4B10" w:rsidRPr="009B1DDE" w:rsidRDefault="00BA4B10" w:rsidP="00BA4B10">
            <w:pPr>
              <w:spacing w:after="0" w:line="240" w:lineRule="auto"/>
              <w:rPr>
                <w:rFonts w:ascii="HCR Dotum" w:eastAsia="Times New Roman" w:hAnsi="HCR Dotum" w:cs="Times New Roman"/>
                <w:lang w:eastAsia="cs-CZ"/>
              </w:rPr>
            </w:pPr>
            <w:r w:rsidRPr="009B1DDE">
              <w:rPr>
                <w:rFonts w:ascii="HCR Dotum" w:eastAsia="Times New Roman" w:hAnsi="HCR Dotum" w:cs="Times New Roman"/>
                <w:lang w:eastAsia="cs-CZ"/>
              </w:rPr>
              <w:t> </w:t>
            </w:r>
          </w:p>
        </w:tc>
      </w:tr>
      <w:tr w:rsidR="009B1DDE" w:rsidRPr="009B1DDE" w14:paraId="26CDC7B4" w14:textId="77777777" w:rsidTr="003A6566">
        <w:trPr>
          <w:trHeight w:val="230"/>
        </w:trPr>
        <w:tc>
          <w:tcPr>
            <w:tcW w:w="42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765A360F" w14:textId="77777777" w:rsidR="00BA4B10" w:rsidRPr="009B1DDE" w:rsidRDefault="00BA4B10" w:rsidP="00BA4B10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Počítadlo moto-hodin</w:t>
            </w:r>
          </w:p>
        </w:tc>
        <w:tc>
          <w:tcPr>
            <w:tcW w:w="17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7DD8C958" w14:textId="77777777" w:rsidR="00BA4B10" w:rsidRPr="009B1DDE" w:rsidRDefault="00BA4B10" w:rsidP="00BA4B1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00B12464" w14:textId="77777777" w:rsidR="00BA4B10" w:rsidRPr="009B1DDE" w:rsidRDefault="00BA4B10" w:rsidP="00BA4B10">
            <w:pPr>
              <w:spacing w:after="0" w:line="240" w:lineRule="auto"/>
              <w:rPr>
                <w:rFonts w:ascii="HCR Dotum" w:eastAsia="Times New Roman" w:hAnsi="HCR Dotum" w:cs="Times New Roman"/>
                <w:lang w:eastAsia="cs-CZ"/>
              </w:rPr>
            </w:pPr>
            <w:r w:rsidRPr="009B1DDE">
              <w:rPr>
                <w:rFonts w:ascii="HCR Dotum" w:eastAsia="Times New Roman" w:hAnsi="HCR Dotum" w:cs="Times New Roman"/>
                <w:lang w:eastAsia="cs-CZ"/>
              </w:rPr>
              <w:t> </w:t>
            </w:r>
          </w:p>
        </w:tc>
      </w:tr>
      <w:tr w:rsidR="009B1DDE" w:rsidRPr="009B1DDE" w14:paraId="40BEB938" w14:textId="77777777" w:rsidTr="003A6566">
        <w:trPr>
          <w:trHeight w:val="230"/>
        </w:trPr>
        <w:tc>
          <w:tcPr>
            <w:tcW w:w="4200" w:type="dxa"/>
            <w:tcBorders>
              <w:top w:val="dotted" w:sz="4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F7300C9" w14:textId="77777777" w:rsidR="00BA4B10" w:rsidRPr="009B1DDE" w:rsidRDefault="00BA4B10" w:rsidP="00BA4B10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Stavitelný pluh (odhrnovač sněhu)</w:t>
            </w:r>
          </w:p>
        </w:tc>
        <w:tc>
          <w:tcPr>
            <w:tcW w:w="174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9F1ED6F" w14:textId="77777777" w:rsidR="00BA4B10" w:rsidRPr="009B1DDE" w:rsidRDefault="00BA4B10" w:rsidP="00BA4B1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8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112E855B" w14:textId="77777777" w:rsidR="00BA4B10" w:rsidRPr="009B1DDE" w:rsidRDefault="00BA4B10" w:rsidP="00BA4B10">
            <w:pPr>
              <w:spacing w:after="0" w:line="240" w:lineRule="auto"/>
              <w:rPr>
                <w:rFonts w:ascii="HCR Dotum" w:eastAsia="Times New Roman" w:hAnsi="HCR Dotum" w:cs="Times New Roman"/>
                <w:lang w:eastAsia="cs-CZ"/>
              </w:rPr>
            </w:pPr>
            <w:r w:rsidRPr="009B1DDE">
              <w:rPr>
                <w:rFonts w:ascii="HCR Dotum" w:eastAsia="Times New Roman" w:hAnsi="HCR Dotum" w:cs="Times New Roman"/>
                <w:lang w:eastAsia="cs-CZ"/>
              </w:rPr>
              <w:t> </w:t>
            </w:r>
          </w:p>
        </w:tc>
      </w:tr>
      <w:tr w:rsidR="009B1DDE" w:rsidRPr="009B1DDE" w14:paraId="5B4C9F7F" w14:textId="77777777" w:rsidTr="003A6566">
        <w:trPr>
          <w:trHeight w:val="920"/>
        </w:trPr>
        <w:tc>
          <w:tcPr>
            <w:tcW w:w="4200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shd w:val="clear" w:color="000000" w:fill="F2F2F2"/>
            <w:vAlign w:val="center"/>
            <w:hideMark/>
          </w:tcPr>
          <w:p w14:paraId="6FD465EB" w14:textId="77777777" w:rsidR="00BA4B10" w:rsidRPr="009B1DDE" w:rsidRDefault="00BA4B10" w:rsidP="00BA4B1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b/>
                <w:bCs/>
                <w:lang w:eastAsia="cs-CZ"/>
              </w:rPr>
              <w:t>Servisní středisko v dosahu 75 km od sídla OJ zadavatele*</w:t>
            </w:r>
          </w:p>
        </w:tc>
        <w:tc>
          <w:tcPr>
            <w:tcW w:w="174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4256DAA3" w14:textId="77777777" w:rsidR="00BA4B10" w:rsidRPr="009B1DDE" w:rsidRDefault="00BA4B10" w:rsidP="00BA4B1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8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shd w:val="clear" w:color="auto" w:fill="FF5200" w:themeFill="accent2"/>
            <w:noWrap/>
            <w:hideMark/>
          </w:tcPr>
          <w:p w14:paraId="190E7935" w14:textId="77777777" w:rsidR="00BA4B10" w:rsidRPr="009B1DDE" w:rsidRDefault="00BA4B10" w:rsidP="00BA4B10">
            <w:pPr>
              <w:spacing w:after="0" w:line="240" w:lineRule="auto"/>
              <w:rPr>
                <w:rFonts w:ascii="HCR Dotum" w:eastAsia="Times New Roman" w:hAnsi="HCR Dotum" w:cs="Times New Roman"/>
                <w:sz w:val="14"/>
                <w:szCs w:val="14"/>
                <w:lang w:eastAsia="cs-CZ"/>
              </w:rPr>
            </w:pPr>
            <w:r w:rsidRPr="009B1DDE">
              <w:rPr>
                <w:rFonts w:ascii="HCR Dotum" w:eastAsia="Times New Roman" w:hAnsi="HCR Dotum" w:cs="Times New Roman"/>
                <w:sz w:val="14"/>
                <w:szCs w:val="14"/>
                <w:lang w:eastAsia="cs-CZ"/>
              </w:rPr>
              <w:t>Adresa servisního střediska:</w:t>
            </w:r>
          </w:p>
        </w:tc>
      </w:tr>
    </w:tbl>
    <w:p w14:paraId="6DED6C28" w14:textId="4EFF97C2" w:rsidR="00BA4B10" w:rsidRDefault="00BA4B10" w:rsidP="00EB2B45">
      <w:pPr>
        <w:jc w:val="both"/>
        <w:rPr>
          <w:rStyle w:val="FontStyle38"/>
          <w:rFonts w:asciiTheme="minorHAnsi" w:hAnsiTheme="minorHAnsi"/>
          <w:color w:val="auto"/>
          <w:sz w:val="16"/>
          <w:szCs w:val="16"/>
        </w:rPr>
      </w:pPr>
      <w:r w:rsidRPr="009B1DDE">
        <w:rPr>
          <w:b/>
        </w:rPr>
        <w:t>*</w:t>
      </w:r>
      <w:r w:rsidRPr="009B1DDE">
        <w:t xml:space="preserve"> </w:t>
      </w:r>
      <w:r w:rsidRPr="009B1DDE">
        <w:rPr>
          <w:rStyle w:val="FontStyle38"/>
          <w:rFonts w:asciiTheme="minorHAnsi" w:hAnsiTheme="minorHAnsi"/>
          <w:color w:val="auto"/>
          <w:sz w:val="16"/>
          <w:szCs w:val="16"/>
        </w:rPr>
        <w:t>počítáno podle webové aplikace Google mapy, výběr: nejrychlejší varianta trasy</w:t>
      </w:r>
    </w:p>
    <w:p w14:paraId="3E6DBDBA" w14:textId="1CB9A5DB" w:rsidR="003A6566" w:rsidRPr="003A6566" w:rsidRDefault="003A6566" w:rsidP="00EB2B45">
      <w:pPr>
        <w:jc w:val="both"/>
        <w:rPr>
          <w:rFonts w:cs="Times New Roman"/>
          <w:sz w:val="22"/>
          <w:szCs w:val="22"/>
        </w:rPr>
      </w:pPr>
      <w:r w:rsidRPr="003A6566">
        <w:rPr>
          <w:b/>
          <w:sz w:val="22"/>
          <w:szCs w:val="22"/>
          <w:shd w:val="clear" w:color="auto" w:fill="FF5200" w:themeFill="accent2"/>
        </w:rPr>
        <w:t>Účastní vyplní pouze buňky s tímto podbarvením!!!</w:t>
      </w:r>
    </w:p>
    <w:tbl>
      <w:tblPr>
        <w:tblW w:w="86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0"/>
        <w:gridCol w:w="1740"/>
        <w:gridCol w:w="2680"/>
      </w:tblGrid>
      <w:tr w:rsidR="00BA4B10" w:rsidRPr="00BA4B10" w14:paraId="08F5C5CE" w14:textId="77777777" w:rsidTr="00BA4B10">
        <w:trPr>
          <w:trHeight w:val="1303"/>
        </w:trPr>
        <w:tc>
          <w:tcPr>
            <w:tcW w:w="4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002B59"/>
            <w:vAlign w:val="center"/>
            <w:hideMark/>
          </w:tcPr>
          <w:p w14:paraId="712777F5" w14:textId="28FCB435" w:rsidR="00BA4B10" w:rsidRPr="00BA4B10" w:rsidRDefault="00BA4B10" w:rsidP="00BA4B1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BA4B10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lastRenderedPageBreak/>
              <w:t>PŘÍPOJNÉ VOZIDLO</w:t>
            </w:r>
            <w:r w:rsidR="00695367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, VČETNĚ NÁJEZDŮ</w:t>
            </w:r>
            <w:r w:rsidRPr="00BA4B10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PRO KO</w:t>
            </w:r>
            <w:r w:rsidR="00AC24E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LOVOU</w:t>
            </w:r>
            <w:r w:rsidRPr="00BA4B10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SEKAČKU S POHONEM 4X4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002B59"/>
            <w:vAlign w:val="center"/>
            <w:hideMark/>
          </w:tcPr>
          <w:p w14:paraId="1231D536" w14:textId="255CEF18" w:rsidR="00BA4B10" w:rsidRPr="00BA4B10" w:rsidRDefault="00BA4B10" w:rsidP="00BA4B1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BA4B10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268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002B59"/>
            <w:vAlign w:val="center"/>
            <w:hideMark/>
          </w:tcPr>
          <w:p w14:paraId="1CCD3EFA" w14:textId="77777777" w:rsidR="00BA4B10" w:rsidRPr="00BA4B10" w:rsidRDefault="00BA4B10" w:rsidP="00BA4B1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BA4B10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PARAMETRY NABÍZENÉHO VOZIDLA (uveďte HODNOTY, případně ANO / NE)</w:t>
            </w:r>
          </w:p>
        </w:tc>
      </w:tr>
      <w:tr w:rsidR="00BA4B10" w:rsidRPr="00BA4B10" w14:paraId="08A943A6" w14:textId="77777777" w:rsidTr="003A6566">
        <w:trPr>
          <w:trHeight w:val="500"/>
        </w:trPr>
        <w:tc>
          <w:tcPr>
            <w:tcW w:w="42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5200"/>
            <w:noWrap/>
            <w:vAlign w:val="center"/>
            <w:hideMark/>
          </w:tcPr>
          <w:p w14:paraId="57B2202A" w14:textId="77777777" w:rsidR="00BA4B10" w:rsidRPr="00BA4B10" w:rsidRDefault="00BA4B10" w:rsidP="00BA4B1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BA4B10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NABÍZENÉ PŘÍPOJNÉ VOZIDLO:</w:t>
            </w:r>
          </w:p>
        </w:tc>
        <w:tc>
          <w:tcPr>
            <w:tcW w:w="17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788CB2A" w14:textId="77777777" w:rsidR="00BA4B10" w:rsidRPr="00BA4B10" w:rsidRDefault="00BA4B10" w:rsidP="00BA4B1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BA4B10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2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5200"/>
            <w:noWrap/>
            <w:vAlign w:val="bottom"/>
            <w:hideMark/>
          </w:tcPr>
          <w:p w14:paraId="05E6F748" w14:textId="77777777" w:rsidR="00BA4B10" w:rsidRPr="00BA4B10" w:rsidRDefault="00BA4B10" w:rsidP="00BA4B1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BA4B10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________________</w:t>
            </w:r>
          </w:p>
        </w:tc>
      </w:tr>
      <w:tr w:rsidR="00695367" w:rsidRPr="00BA4B10" w14:paraId="6AEE532D" w14:textId="77777777" w:rsidTr="003A6566">
        <w:trPr>
          <w:trHeight w:val="290"/>
        </w:trPr>
        <w:tc>
          <w:tcPr>
            <w:tcW w:w="420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457E911" w14:textId="65CEC676" w:rsidR="00695367" w:rsidRPr="009B1DDE" w:rsidRDefault="00695367" w:rsidP="00BA4B10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 xml:space="preserve">Hliníkové nájezdy s nosností </w:t>
            </w:r>
            <w:r w:rsidR="009B1DDE" w:rsidRPr="009B1DDE">
              <w:rPr>
                <w:rFonts w:ascii="Verdana" w:eastAsia="Times New Roman" w:hAnsi="Verdana" w:cs="Times New Roman"/>
                <w:lang w:eastAsia="cs-CZ"/>
              </w:rPr>
              <w:t xml:space="preserve">min. </w:t>
            </w:r>
            <w:r w:rsidRPr="009B1DDE">
              <w:rPr>
                <w:rFonts w:ascii="Verdana" w:eastAsia="Times New Roman" w:hAnsi="Verdana" w:cs="Times New Roman"/>
                <w:lang w:eastAsia="cs-CZ"/>
              </w:rPr>
              <w:t>1.000</w:t>
            </w:r>
            <w:r w:rsidR="009B1DDE" w:rsidRPr="009B1DDE">
              <w:rPr>
                <w:rFonts w:ascii="Verdana" w:eastAsia="Times New Roman" w:hAnsi="Verdana" w:cs="Times New Roman"/>
                <w:lang w:eastAsia="cs-CZ"/>
              </w:rPr>
              <w:t xml:space="preserve"> </w:t>
            </w:r>
            <w:r w:rsidRPr="009B1DDE">
              <w:rPr>
                <w:rFonts w:ascii="Verdana" w:eastAsia="Times New Roman" w:hAnsi="Verdana" w:cs="Times New Roman"/>
                <w:lang w:eastAsia="cs-CZ"/>
              </w:rPr>
              <w:t>kg</w:t>
            </w:r>
            <w:r w:rsidRPr="009B1DDE">
              <w:rPr>
                <w:rFonts w:ascii="Verdana" w:eastAsia="Times New Roman" w:hAnsi="Verdana" w:cs="Times New Roman"/>
                <w:lang w:eastAsia="cs-CZ"/>
              </w:rPr>
              <w:br/>
              <w:t>(</w:t>
            </w:r>
            <w:r w:rsidR="009B1DDE" w:rsidRPr="009B1DDE">
              <w:rPr>
                <w:rFonts w:ascii="Verdana" w:eastAsia="Times New Roman" w:hAnsi="Verdana" w:cs="Times New Roman"/>
                <w:lang w:eastAsia="cs-CZ"/>
              </w:rPr>
              <w:t>dl</w:t>
            </w:r>
            <w:r w:rsidR="009A5A3F">
              <w:rPr>
                <w:rFonts w:ascii="Verdana" w:eastAsia="Times New Roman" w:hAnsi="Verdana" w:cs="Times New Roman"/>
                <w:lang w:eastAsia="cs-CZ"/>
              </w:rPr>
              <w:t>.</w:t>
            </w:r>
            <w:r w:rsidR="009B1DDE" w:rsidRPr="009B1DDE">
              <w:rPr>
                <w:rFonts w:ascii="Verdana" w:eastAsia="Times New Roman" w:hAnsi="Verdana" w:cs="Times New Roman"/>
                <w:lang w:eastAsia="cs-CZ"/>
              </w:rPr>
              <w:t xml:space="preserve"> = </w:t>
            </w:r>
            <w:r w:rsidR="009A5A3F">
              <w:rPr>
                <w:rFonts w:ascii="Verdana" w:eastAsia="Times New Roman" w:hAnsi="Verdana" w:cs="Times New Roman"/>
                <w:lang w:eastAsia="cs-CZ"/>
              </w:rPr>
              <w:t xml:space="preserve">min. </w:t>
            </w:r>
            <w:r w:rsidRPr="009B1DDE">
              <w:rPr>
                <w:rFonts w:ascii="Verdana" w:eastAsia="Times New Roman" w:hAnsi="Verdana" w:cs="Times New Roman"/>
                <w:lang w:eastAsia="cs-CZ"/>
              </w:rPr>
              <w:t xml:space="preserve">2.000 mm x </w:t>
            </w:r>
            <w:r w:rsidR="009B1DDE" w:rsidRPr="009B1DDE">
              <w:rPr>
                <w:rFonts w:ascii="Verdana" w:eastAsia="Times New Roman" w:hAnsi="Verdana" w:cs="Times New Roman"/>
                <w:lang w:eastAsia="cs-CZ"/>
              </w:rPr>
              <w:t>š</w:t>
            </w:r>
            <w:r w:rsidR="009A5A3F">
              <w:rPr>
                <w:rFonts w:ascii="Verdana" w:eastAsia="Times New Roman" w:hAnsi="Verdana" w:cs="Times New Roman"/>
                <w:lang w:eastAsia="cs-CZ"/>
              </w:rPr>
              <w:t>.</w:t>
            </w:r>
            <w:r w:rsidR="009B1DDE" w:rsidRPr="009B1DDE">
              <w:rPr>
                <w:rFonts w:ascii="Verdana" w:eastAsia="Times New Roman" w:hAnsi="Verdana" w:cs="Times New Roman"/>
                <w:lang w:eastAsia="cs-CZ"/>
              </w:rPr>
              <w:t xml:space="preserve"> = </w:t>
            </w:r>
            <w:r w:rsidR="009A5A3F">
              <w:rPr>
                <w:rFonts w:ascii="Verdana" w:eastAsia="Times New Roman" w:hAnsi="Verdana" w:cs="Times New Roman"/>
                <w:lang w:eastAsia="cs-CZ"/>
              </w:rPr>
              <w:t>min. 30</w:t>
            </w:r>
            <w:r w:rsidRPr="009B1DDE">
              <w:rPr>
                <w:rFonts w:ascii="Verdana" w:eastAsia="Times New Roman" w:hAnsi="Verdana" w:cs="Times New Roman"/>
                <w:lang w:eastAsia="cs-CZ"/>
              </w:rPr>
              <w:t>0 mm)</w:t>
            </w:r>
          </w:p>
        </w:tc>
        <w:tc>
          <w:tcPr>
            <w:tcW w:w="174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B951B59" w14:textId="443F1F24" w:rsidR="00695367" w:rsidRPr="009B1DDE" w:rsidRDefault="00695367" w:rsidP="00BA4B1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FF5200" w:themeFill="accent2"/>
            <w:noWrap/>
            <w:vAlign w:val="center"/>
          </w:tcPr>
          <w:p w14:paraId="32470DEF" w14:textId="77777777" w:rsidR="00695367" w:rsidRPr="009B1DDE" w:rsidRDefault="00695367" w:rsidP="00BA4B1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</w:p>
        </w:tc>
      </w:tr>
      <w:tr w:rsidR="00BA4B10" w:rsidRPr="00BA4B10" w14:paraId="2BE06433" w14:textId="77777777" w:rsidTr="003A6566">
        <w:trPr>
          <w:trHeight w:val="290"/>
        </w:trPr>
        <w:tc>
          <w:tcPr>
            <w:tcW w:w="420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094FD83" w14:textId="77777777" w:rsidR="00BA4B10" w:rsidRPr="009B1DDE" w:rsidRDefault="00BA4B10" w:rsidP="00BA4B10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Kategorie vozidla</w:t>
            </w:r>
          </w:p>
        </w:tc>
        <w:tc>
          <w:tcPr>
            <w:tcW w:w="174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ECE6BFF" w14:textId="77777777" w:rsidR="00BA4B10" w:rsidRPr="009B1DDE" w:rsidRDefault="00BA4B10" w:rsidP="00BA4B1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O1</w:t>
            </w:r>
          </w:p>
        </w:tc>
        <w:tc>
          <w:tcPr>
            <w:tcW w:w="26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6011F492" w14:textId="77777777" w:rsidR="00BA4B10" w:rsidRPr="009B1DDE" w:rsidRDefault="00BA4B10" w:rsidP="00BA4B1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A4B10" w:rsidRPr="00BA4B10" w14:paraId="73EA0696" w14:textId="77777777" w:rsidTr="003A6566">
        <w:trPr>
          <w:trHeight w:val="290"/>
        </w:trPr>
        <w:tc>
          <w:tcPr>
            <w:tcW w:w="420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A70C63A" w14:textId="77777777" w:rsidR="00BA4B10" w:rsidRPr="009B1DDE" w:rsidRDefault="00BA4B10" w:rsidP="00BA4B10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Počet náprav</w:t>
            </w:r>
          </w:p>
        </w:tc>
        <w:tc>
          <w:tcPr>
            <w:tcW w:w="174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37186C6" w14:textId="77777777" w:rsidR="00BA4B10" w:rsidRPr="009B1DDE" w:rsidRDefault="00BA4B10" w:rsidP="00BA4B1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2</w:t>
            </w:r>
          </w:p>
        </w:tc>
        <w:tc>
          <w:tcPr>
            <w:tcW w:w="26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254C1C65" w14:textId="77777777" w:rsidR="00BA4B10" w:rsidRPr="009B1DDE" w:rsidRDefault="00BA4B10" w:rsidP="00BA4B1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A4B10" w:rsidRPr="00BA4B10" w14:paraId="417A4D69" w14:textId="77777777" w:rsidTr="003A6566">
        <w:trPr>
          <w:trHeight w:val="290"/>
        </w:trPr>
        <w:tc>
          <w:tcPr>
            <w:tcW w:w="420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40B95A9" w14:textId="77777777" w:rsidR="00BA4B10" w:rsidRPr="009B1DDE" w:rsidRDefault="00BA4B10" w:rsidP="00BA4B10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Celková hmotnost</w:t>
            </w:r>
          </w:p>
        </w:tc>
        <w:tc>
          <w:tcPr>
            <w:tcW w:w="174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B796742" w14:textId="77777777" w:rsidR="00BA4B10" w:rsidRPr="009B1DDE" w:rsidRDefault="00BA4B10" w:rsidP="00BA4B1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min. 750 kg</w:t>
            </w:r>
          </w:p>
        </w:tc>
        <w:tc>
          <w:tcPr>
            <w:tcW w:w="26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7B7B3A58" w14:textId="77777777" w:rsidR="00BA4B10" w:rsidRPr="009B1DDE" w:rsidRDefault="00BA4B10" w:rsidP="00BA4B1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A4B10" w:rsidRPr="00BA4B10" w14:paraId="26CE8A2C" w14:textId="77777777" w:rsidTr="003A6566">
        <w:trPr>
          <w:trHeight w:val="290"/>
        </w:trPr>
        <w:tc>
          <w:tcPr>
            <w:tcW w:w="420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BF89056" w14:textId="77777777" w:rsidR="00BA4B10" w:rsidRPr="009B1DDE" w:rsidRDefault="00BA4B10" w:rsidP="00BA4B10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Užitečná nosnost</w:t>
            </w:r>
          </w:p>
        </w:tc>
        <w:tc>
          <w:tcPr>
            <w:tcW w:w="174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9C5E8E4" w14:textId="77777777" w:rsidR="00BA4B10" w:rsidRPr="009B1DDE" w:rsidRDefault="00BA4B10" w:rsidP="00BA4B1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min. 450 kg</w:t>
            </w:r>
          </w:p>
        </w:tc>
        <w:tc>
          <w:tcPr>
            <w:tcW w:w="26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18844EC5" w14:textId="77777777" w:rsidR="00BA4B10" w:rsidRPr="009B1DDE" w:rsidRDefault="00BA4B10" w:rsidP="00BA4B1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A4B10" w:rsidRPr="00BA4B10" w14:paraId="2A8DD4B2" w14:textId="77777777" w:rsidTr="003A6566">
        <w:trPr>
          <w:trHeight w:val="290"/>
        </w:trPr>
        <w:tc>
          <w:tcPr>
            <w:tcW w:w="420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C979313" w14:textId="77777777" w:rsidR="00BA4B10" w:rsidRPr="009B1DDE" w:rsidRDefault="00BA4B10" w:rsidP="00BA4B10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Šířka ložné plochy</w:t>
            </w:r>
          </w:p>
        </w:tc>
        <w:tc>
          <w:tcPr>
            <w:tcW w:w="174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DF2189E" w14:textId="77777777" w:rsidR="00BA4B10" w:rsidRPr="009B1DDE" w:rsidRDefault="00BA4B10" w:rsidP="00BA4B1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min. 1.500 mm</w:t>
            </w:r>
          </w:p>
        </w:tc>
        <w:tc>
          <w:tcPr>
            <w:tcW w:w="26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0BA741A4" w14:textId="77777777" w:rsidR="00BA4B10" w:rsidRPr="009B1DDE" w:rsidRDefault="00BA4B10" w:rsidP="00BA4B1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A4B10" w:rsidRPr="00BA4B10" w14:paraId="7EE0A97B" w14:textId="77777777" w:rsidTr="003A6566">
        <w:trPr>
          <w:trHeight w:val="290"/>
        </w:trPr>
        <w:tc>
          <w:tcPr>
            <w:tcW w:w="420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E257946" w14:textId="400FC71B" w:rsidR="00BA4B10" w:rsidRPr="009B1DDE" w:rsidRDefault="00BA4B10" w:rsidP="00BA4B10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D</w:t>
            </w:r>
            <w:r w:rsidR="00A670F9" w:rsidRPr="009B1DDE">
              <w:rPr>
                <w:rFonts w:ascii="Verdana" w:eastAsia="Times New Roman" w:hAnsi="Verdana" w:cs="Times New Roman"/>
                <w:lang w:eastAsia="cs-CZ"/>
              </w:rPr>
              <w:t>é</w:t>
            </w:r>
            <w:r w:rsidRPr="009B1DDE">
              <w:rPr>
                <w:rFonts w:ascii="Verdana" w:eastAsia="Times New Roman" w:hAnsi="Verdana" w:cs="Times New Roman"/>
                <w:lang w:eastAsia="cs-CZ"/>
              </w:rPr>
              <w:t>lka ložné plochy</w:t>
            </w:r>
          </w:p>
        </w:tc>
        <w:tc>
          <w:tcPr>
            <w:tcW w:w="174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EAA2648" w14:textId="77777777" w:rsidR="00BA4B10" w:rsidRPr="009B1DDE" w:rsidRDefault="00BA4B10" w:rsidP="00BA4B1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min. 2.500 mm</w:t>
            </w:r>
          </w:p>
        </w:tc>
        <w:tc>
          <w:tcPr>
            <w:tcW w:w="26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008B6650" w14:textId="77777777" w:rsidR="00BA4B10" w:rsidRPr="009B1DDE" w:rsidRDefault="00BA4B10" w:rsidP="00BA4B1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A4B10" w:rsidRPr="00BA4B10" w14:paraId="26CF19BB" w14:textId="77777777" w:rsidTr="003A6566">
        <w:trPr>
          <w:trHeight w:val="290"/>
        </w:trPr>
        <w:tc>
          <w:tcPr>
            <w:tcW w:w="420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BD2CA26" w14:textId="77777777" w:rsidR="00BA4B10" w:rsidRPr="009B1DDE" w:rsidRDefault="00BA4B10" w:rsidP="00BA4B10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Výška bočnic</w:t>
            </w:r>
          </w:p>
        </w:tc>
        <w:tc>
          <w:tcPr>
            <w:tcW w:w="174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0A1D990" w14:textId="77777777" w:rsidR="00BA4B10" w:rsidRPr="009B1DDE" w:rsidRDefault="00BA4B10" w:rsidP="00BA4B1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min. 300 mm</w:t>
            </w:r>
          </w:p>
        </w:tc>
        <w:tc>
          <w:tcPr>
            <w:tcW w:w="26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4C244746" w14:textId="77777777" w:rsidR="00BA4B10" w:rsidRPr="009B1DDE" w:rsidRDefault="00BA4B10" w:rsidP="00BA4B1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A4B10" w:rsidRPr="00BA4B10" w14:paraId="15BC03D7" w14:textId="77777777" w:rsidTr="003A6566">
        <w:trPr>
          <w:trHeight w:val="290"/>
        </w:trPr>
        <w:tc>
          <w:tcPr>
            <w:tcW w:w="420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21AD17B" w14:textId="77777777" w:rsidR="00BA4B10" w:rsidRPr="009B1DDE" w:rsidRDefault="00BA4B10" w:rsidP="00BA4B10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Sklápěcí přední čelo</w:t>
            </w:r>
          </w:p>
        </w:tc>
        <w:tc>
          <w:tcPr>
            <w:tcW w:w="174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9E33E85" w14:textId="77777777" w:rsidR="00BA4B10" w:rsidRPr="009B1DDE" w:rsidRDefault="00BA4B10" w:rsidP="00BA4B1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6DE217E8" w14:textId="77777777" w:rsidR="00BA4B10" w:rsidRPr="009B1DDE" w:rsidRDefault="00BA4B10" w:rsidP="00BA4B1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A4B10" w:rsidRPr="00BA4B10" w14:paraId="55D7182D" w14:textId="77777777" w:rsidTr="003A6566">
        <w:trPr>
          <w:trHeight w:val="290"/>
        </w:trPr>
        <w:tc>
          <w:tcPr>
            <w:tcW w:w="420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8EBF996" w14:textId="77777777" w:rsidR="00BA4B10" w:rsidRPr="009B1DDE" w:rsidRDefault="00BA4B10" w:rsidP="00BA4B10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Vázací body</w:t>
            </w:r>
          </w:p>
        </w:tc>
        <w:tc>
          <w:tcPr>
            <w:tcW w:w="174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FD2EF52" w14:textId="4B8D54E4" w:rsidR="00BA4B10" w:rsidRPr="009B1DDE" w:rsidRDefault="00BA4B10" w:rsidP="00BA4B1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 xml:space="preserve">min. </w:t>
            </w:r>
            <w:r w:rsidR="00695367" w:rsidRPr="009B1DDE">
              <w:rPr>
                <w:rFonts w:ascii="Verdana" w:eastAsia="Times New Roman" w:hAnsi="Verdana" w:cs="Times New Roman"/>
                <w:lang w:eastAsia="cs-CZ"/>
              </w:rPr>
              <w:t>6</w:t>
            </w:r>
            <w:r w:rsidRPr="009B1DDE">
              <w:rPr>
                <w:rFonts w:ascii="Verdana" w:eastAsia="Times New Roman" w:hAnsi="Verdana" w:cs="Times New Roman"/>
                <w:lang w:eastAsia="cs-CZ"/>
              </w:rPr>
              <w:t xml:space="preserve"> ks</w:t>
            </w:r>
          </w:p>
        </w:tc>
        <w:tc>
          <w:tcPr>
            <w:tcW w:w="26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1A33F1FC" w14:textId="77777777" w:rsidR="00BA4B10" w:rsidRPr="009B1DDE" w:rsidRDefault="00BA4B10" w:rsidP="00BA4B1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A4B10" w:rsidRPr="00BA4B10" w14:paraId="423F4FEE" w14:textId="77777777" w:rsidTr="003A6566">
        <w:trPr>
          <w:trHeight w:val="290"/>
        </w:trPr>
        <w:tc>
          <w:tcPr>
            <w:tcW w:w="420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7C76910" w14:textId="77777777" w:rsidR="00BA4B10" w:rsidRPr="009B1DDE" w:rsidRDefault="00BA4B10" w:rsidP="00BA4B10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Rezervní kolo včetně držáku</w:t>
            </w:r>
          </w:p>
        </w:tc>
        <w:tc>
          <w:tcPr>
            <w:tcW w:w="174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816682C" w14:textId="77777777" w:rsidR="00BA4B10" w:rsidRPr="009B1DDE" w:rsidRDefault="00BA4B10" w:rsidP="00BA4B1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0EA74644" w14:textId="77777777" w:rsidR="00BA4B10" w:rsidRPr="009B1DDE" w:rsidRDefault="00BA4B10" w:rsidP="00BA4B1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A4B10" w:rsidRPr="00BA4B10" w14:paraId="15FDAB2F" w14:textId="77777777" w:rsidTr="003A6566">
        <w:trPr>
          <w:trHeight w:val="290"/>
        </w:trPr>
        <w:tc>
          <w:tcPr>
            <w:tcW w:w="420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1EA4444" w14:textId="77777777" w:rsidR="00BA4B10" w:rsidRPr="009B1DDE" w:rsidRDefault="00BA4B10" w:rsidP="00BA4B10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Opěrné kolo</w:t>
            </w:r>
          </w:p>
        </w:tc>
        <w:tc>
          <w:tcPr>
            <w:tcW w:w="174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349A045" w14:textId="77777777" w:rsidR="00BA4B10" w:rsidRPr="009B1DDE" w:rsidRDefault="00BA4B10" w:rsidP="00BA4B1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1A96606B" w14:textId="77777777" w:rsidR="00BA4B10" w:rsidRPr="009B1DDE" w:rsidRDefault="00BA4B10" w:rsidP="00BA4B1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A4B10" w:rsidRPr="00BA4B10" w14:paraId="4E4F556B" w14:textId="77777777" w:rsidTr="003A6566">
        <w:trPr>
          <w:trHeight w:val="290"/>
        </w:trPr>
        <w:tc>
          <w:tcPr>
            <w:tcW w:w="420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F9CFA66" w14:textId="77777777" w:rsidR="00BA4B10" w:rsidRPr="009B1DDE" w:rsidRDefault="00BA4B10" w:rsidP="00BA4B10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Schválená konstrukční rychlost</w:t>
            </w:r>
          </w:p>
        </w:tc>
        <w:tc>
          <w:tcPr>
            <w:tcW w:w="174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43EEA1C" w14:textId="4CD34284" w:rsidR="00BA4B10" w:rsidRPr="009B1DDE" w:rsidRDefault="00BA4B10" w:rsidP="00BA4B1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min. 1</w:t>
            </w:r>
            <w:r w:rsidR="00695367" w:rsidRPr="009B1DDE">
              <w:rPr>
                <w:rFonts w:ascii="Verdana" w:eastAsia="Times New Roman" w:hAnsi="Verdana" w:cs="Times New Roman"/>
                <w:lang w:eastAsia="cs-CZ"/>
              </w:rPr>
              <w:t>3</w:t>
            </w:r>
            <w:r w:rsidRPr="009B1DDE">
              <w:rPr>
                <w:rFonts w:ascii="Verdana" w:eastAsia="Times New Roman" w:hAnsi="Verdana" w:cs="Times New Roman"/>
                <w:lang w:eastAsia="cs-CZ"/>
              </w:rPr>
              <w:t>0 km/hod</w:t>
            </w:r>
          </w:p>
        </w:tc>
        <w:tc>
          <w:tcPr>
            <w:tcW w:w="26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7CA7D97C" w14:textId="77777777" w:rsidR="00BA4B10" w:rsidRPr="009B1DDE" w:rsidRDefault="00BA4B10" w:rsidP="00BA4B1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A4B10" w:rsidRPr="00BA4B10" w14:paraId="3B8C3C92" w14:textId="77777777" w:rsidTr="003A6566">
        <w:trPr>
          <w:trHeight w:val="290"/>
        </w:trPr>
        <w:tc>
          <w:tcPr>
            <w:tcW w:w="4200" w:type="dxa"/>
            <w:tcBorders>
              <w:top w:val="nil"/>
              <w:left w:val="single" w:sz="8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48CCEF3" w14:textId="77777777" w:rsidR="00BA4B10" w:rsidRPr="009B1DDE" w:rsidRDefault="00BA4B10" w:rsidP="00BA4B10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ORV (případně COC list)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8EC1B64" w14:textId="77777777" w:rsidR="00BA4B10" w:rsidRPr="009B1DDE" w:rsidRDefault="00BA4B10" w:rsidP="00BA4B1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54E3A05F" w14:textId="77777777" w:rsidR="00BA4B10" w:rsidRPr="009B1DDE" w:rsidRDefault="00BA4B10" w:rsidP="00BA4B1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9B1DDE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</w:tbl>
    <w:p w14:paraId="6C17906D" w14:textId="07840BB7" w:rsidR="00BA4B10" w:rsidRDefault="00BA4B10" w:rsidP="00EB2B45">
      <w:pPr>
        <w:jc w:val="both"/>
        <w:rPr>
          <w:b/>
        </w:rPr>
      </w:pPr>
    </w:p>
    <w:p w14:paraId="6FC20D7F" w14:textId="7A3D4CD6" w:rsidR="003A6566" w:rsidRPr="003A6566" w:rsidRDefault="003A6566" w:rsidP="003A6566">
      <w:pPr>
        <w:shd w:val="clear" w:color="auto" w:fill="FFFFFF" w:themeFill="background1"/>
        <w:jc w:val="both"/>
        <w:rPr>
          <w:b/>
          <w:sz w:val="22"/>
          <w:szCs w:val="22"/>
        </w:rPr>
      </w:pPr>
      <w:r w:rsidRPr="003A6566">
        <w:rPr>
          <w:b/>
          <w:sz w:val="22"/>
          <w:szCs w:val="22"/>
          <w:shd w:val="clear" w:color="auto" w:fill="FF5200" w:themeFill="accent2"/>
        </w:rPr>
        <w:t>Účastní vyplní pouze buňky s tímto podbarvením!!!</w:t>
      </w:r>
    </w:p>
    <w:sectPr w:rsidR="003A6566" w:rsidRPr="003A6566" w:rsidSect="003A656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381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787A9C" w14:textId="77777777" w:rsidR="00E42E80" w:rsidRDefault="00E42E80" w:rsidP="00962258">
      <w:pPr>
        <w:spacing w:after="0" w:line="240" w:lineRule="auto"/>
      </w:pPr>
      <w:r>
        <w:separator/>
      </w:r>
    </w:p>
  </w:endnote>
  <w:endnote w:type="continuationSeparator" w:id="0">
    <w:p w14:paraId="12F7A429" w14:textId="77777777" w:rsidR="00E42E80" w:rsidRDefault="00E42E8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CR Dotum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E2667D" w14:paraId="60661F0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009E069" w14:textId="32D6E375" w:rsidR="00E2667D" w:rsidRPr="00B8518B" w:rsidRDefault="00E2667D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03AA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03AA6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F2FDEC" w14:textId="77777777" w:rsidR="00E2667D" w:rsidRDefault="00E2667D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6044884" w14:textId="77777777" w:rsidR="00E2667D" w:rsidRDefault="00E2667D" w:rsidP="0040211C">
          <w:pPr>
            <w:pStyle w:val="Zpat"/>
            <w:jc w:val="center"/>
          </w:pPr>
        </w:p>
      </w:tc>
      <w:tc>
        <w:tcPr>
          <w:tcW w:w="2921" w:type="dxa"/>
        </w:tcPr>
        <w:p w14:paraId="6D5E9424" w14:textId="77777777" w:rsidR="00E2667D" w:rsidRDefault="00E2667D" w:rsidP="00D831A3">
          <w:pPr>
            <w:pStyle w:val="Zpat"/>
          </w:pPr>
        </w:p>
      </w:tc>
    </w:tr>
  </w:tbl>
  <w:p w14:paraId="48C0B2B2" w14:textId="77777777" w:rsidR="00E2667D" w:rsidRPr="00B8518B" w:rsidRDefault="00E2667D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BAE9284" wp14:editId="13379BB0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C03E4F" id="Straight Connector 8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CBS22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E2667D" w14:paraId="6E131AB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05A61FC" w14:textId="33A9495D" w:rsidR="00E2667D" w:rsidRPr="00B8518B" w:rsidRDefault="00E2667D" w:rsidP="005A494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03AA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03AA6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6DA02B" w14:textId="77777777" w:rsidR="00E2667D" w:rsidRDefault="00E2667D" w:rsidP="005A4944">
          <w:pPr>
            <w:pStyle w:val="Zpat"/>
          </w:pPr>
          <w:r>
            <w:t>Správa železnic, státní organizace</w:t>
          </w:r>
        </w:p>
        <w:p w14:paraId="56A65E20" w14:textId="77777777" w:rsidR="00E2667D" w:rsidRDefault="00E2667D" w:rsidP="005A494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775C4F2" w14:textId="77777777" w:rsidR="00E2667D" w:rsidRDefault="00E2667D" w:rsidP="005A4944">
          <w:pPr>
            <w:pStyle w:val="Zpat"/>
          </w:pPr>
          <w:r>
            <w:t>Sídlo: Dlážděná 1003/7, 110 00 Praha 1</w:t>
          </w:r>
        </w:p>
        <w:p w14:paraId="0C115128" w14:textId="77777777" w:rsidR="00E2667D" w:rsidRDefault="00E2667D" w:rsidP="005A4944">
          <w:pPr>
            <w:pStyle w:val="Zpat"/>
          </w:pPr>
          <w:r>
            <w:t>IČO: 709 94 234 DIČ: CZ 709 94 234</w:t>
          </w:r>
        </w:p>
        <w:p w14:paraId="0F632BD3" w14:textId="1E072765" w:rsidR="00E2667D" w:rsidRDefault="00E2667D" w:rsidP="00D015F4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6A94EB48" w14:textId="77777777" w:rsidR="00E2667D" w:rsidRDefault="00E2667D" w:rsidP="005A4944">
          <w:pPr>
            <w:pStyle w:val="Zpat"/>
          </w:pPr>
        </w:p>
      </w:tc>
    </w:tr>
  </w:tbl>
  <w:p w14:paraId="6DF5F94F" w14:textId="77777777" w:rsidR="00E2667D" w:rsidRPr="00B8518B" w:rsidRDefault="00E2667D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0BB3D2F9" wp14:editId="0CB15C19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A56000" id="Straight Connector 4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8wruJ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0B26E30F" wp14:editId="6DE15DDC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8000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263040" id="Straight Connector 6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6A4982" w14:textId="77777777" w:rsidR="00E2667D" w:rsidRPr="00460660" w:rsidRDefault="00E2667D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1AAD14" w14:textId="77777777" w:rsidR="00E42E80" w:rsidRDefault="00E42E80" w:rsidP="00962258">
      <w:pPr>
        <w:spacing w:after="0" w:line="240" w:lineRule="auto"/>
      </w:pPr>
      <w:r>
        <w:separator/>
      </w:r>
    </w:p>
  </w:footnote>
  <w:footnote w:type="continuationSeparator" w:id="0">
    <w:p w14:paraId="75F6528B" w14:textId="77777777" w:rsidR="00E42E80" w:rsidRDefault="00E42E8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E2667D" w14:paraId="2FE739C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21D92E" w14:textId="77777777" w:rsidR="00E2667D" w:rsidRPr="00B8518B" w:rsidRDefault="00E2667D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595920D" w14:textId="77777777" w:rsidR="00E2667D" w:rsidRDefault="00E2667D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610DC7B" w14:textId="77777777" w:rsidR="00E2667D" w:rsidRPr="00D6163D" w:rsidRDefault="00E2667D" w:rsidP="00D6163D">
          <w:pPr>
            <w:pStyle w:val="Druhdokumentu"/>
          </w:pPr>
        </w:p>
      </w:tc>
    </w:tr>
  </w:tbl>
  <w:p w14:paraId="54A0014C" w14:textId="77777777" w:rsidR="00E2667D" w:rsidRPr="00D6163D" w:rsidRDefault="00E2667D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E2667D" w:rsidRPr="002A6AEA" w14:paraId="3FD79E07" w14:textId="77777777" w:rsidTr="00961FBA">
      <w:trPr>
        <w:trHeight w:hRule="exact" w:val="1306"/>
      </w:trPr>
      <w:tc>
        <w:tcPr>
          <w:tcW w:w="1361" w:type="dxa"/>
          <w:tcMar>
            <w:left w:w="0" w:type="dxa"/>
            <w:right w:w="0" w:type="dxa"/>
          </w:tcMar>
        </w:tcPr>
        <w:p w14:paraId="077A3203" w14:textId="77777777" w:rsidR="00E2667D" w:rsidRPr="00B8518B" w:rsidRDefault="00E2667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DD5954" w14:textId="77777777" w:rsidR="00E2667D" w:rsidRDefault="00E2667D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C714102" w14:textId="5CC3DABD" w:rsidR="00E2667D" w:rsidRPr="00A31950" w:rsidRDefault="00CF04C0" w:rsidP="00A31950">
          <w:pPr>
            <w:pStyle w:val="Druhdokumentu"/>
            <w:ind w:left="1355" w:hanging="1355"/>
            <w:jc w:val="left"/>
            <w:rPr>
              <w:b w:val="0"/>
              <w:sz w:val="18"/>
              <w:szCs w:val="18"/>
            </w:rPr>
          </w:pPr>
          <w:r>
            <w:rPr>
              <w:sz w:val="18"/>
              <w:szCs w:val="18"/>
            </w:rPr>
            <w:t xml:space="preserve">                        </w:t>
          </w:r>
          <w:r w:rsidR="00A31950" w:rsidRPr="00A31950">
            <w:rPr>
              <w:rFonts w:eastAsia="Calibri" w:cstheme="minorHAnsi"/>
              <w:b w:val="0"/>
              <w:color w:val="auto"/>
              <w:sz w:val="18"/>
              <w:szCs w:val="18"/>
            </w:rPr>
            <w:t xml:space="preserve">Příloha 1 Výzvy k podání </w:t>
          </w:r>
          <w:proofErr w:type="gramStart"/>
          <w:r w:rsidR="00A31950" w:rsidRPr="00A31950">
            <w:rPr>
              <w:rFonts w:eastAsia="Calibri" w:cstheme="minorHAnsi"/>
              <w:b w:val="0"/>
              <w:color w:val="auto"/>
              <w:sz w:val="18"/>
              <w:szCs w:val="18"/>
            </w:rPr>
            <w:t>nabídek:</w:t>
          </w:r>
          <w:r w:rsidR="00A31950" w:rsidRPr="00A31950">
            <w:rPr>
              <w:b w:val="0"/>
              <w:color w:val="auto"/>
              <w:sz w:val="18"/>
              <w:szCs w:val="18"/>
            </w:rPr>
            <w:t xml:space="preserve">   </w:t>
          </w:r>
          <w:proofErr w:type="gramEnd"/>
          <w:r w:rsidR="00A31950" w:rsidRPr="00A31950">
            <w:rPr>
              <w:b w:val="0"/>
              <w:color w:val="auto"/>
              <w:sz w:val="18"/>
              <w:szCs w:val="18"/>
            </w:rPr>
            <w:t xml:space="preserve">           </w:t>
          </w:r>
          <w:r w:rsidR="00452DB1">
            <w:rPr>
              <w:b w:val="0"/>
              <w:color w:val="auto"/>
              <w:sz w:val="18"/>
              <w:szCs w:val="18"/>
            </w:rPr>
            <w:t xml:space="preserve">Specifikace předmětu veřejné zakázky - </w:t>
          </w:r>
          <w:r w:rsidRPr="00452DB1">
            <w:rPr>
              <w:b w:val="0"/>
              <w:caps/>
              <w:color w:val="auto"/>
              <w:sz w:val="18"/>
              <w:szCs w:val="18"/>
            </w:rPr>
            <w:t>Technické požadavky</w:t>
          </w:r>
        </w:p>
      </w:tc>
    </w:tr>
    <w:tr w:rsidR="00E2667D" w14:paraId="6904D335" w14:textId="77777777" w:rsidTr="00961FBA">
      <w:trPr>
        <w:trHeight w:hRule="exact" w:val="1319"/>
      </w:trPr>
      <w:tc>
        <w:tcPr>
          <w:tcW w:w="1361" w:type="dxa"/>
          <w:tcMar>
            <w:left w:w="0" w:type="dxa"/>
            <w:right w:w="0" w:type="dxa"/>
          </w:tcMar>
        </w:tcPr>
        <w:p w14:paraId="4DD64424" w14:textId="77777777" w:rsidR="00E2667D" w:rsidRPr="00B8518B" w:rsidRDefault="00E2667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00EB80" w14:textId="77777777" w:rsidR="00E2667D" w:rsidRDefault="00E2667D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E575FD9" w14:textId="77777777" w:rsidR="00E2667D" w:rsidRPr="00D6163D" w:rsidRDefault="00E2667D" w:rsidP="00FC6389">
          <w:pPr>
            <w:pStyle w:val="Druhdokumentu"/>
          </w:pPr>
        </w:p>
      </w:tc>
    </w:tr>
  </w:tbl>
  <w:p w14:paraId="79278E1D" w14:textId="77777777" w:rsidR="00E2667D" w:rsidRPr="00D6163D" w:rsidRDefault="00E2667D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575C5839" wp14:editId="0CB15FC5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8" name="Obráze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D83E405" w14:textId="77777777" w:rsidR="00E2667D" w:rsidRPr="00460660" w:rsidRDefault="00E2667D" w:rsidP="002A6AEA">
    <w:pPr>
      <w:pStyle w:val="Zhlav"/>
      <w:jc w:val="both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FD03EDB"/>
    <w:multiLevelType w:val="hybridMultilevel"/>
    <w:tmpl w:val="335CE22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28A6F91"/>
    <w:multiLevelType w:val="hybridMultilevel"/>
    <w:tmpl w:val="D7F8DC2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B3F069D"/>
    <w:multiLevelType w:val="hybridMultilevel"/>
    <w:tmpl w:val="C26AE8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E05A5F"/>
    <w:multiLevelType w:val="multilevel"/>
    <w:tmpl w:val="0D34D660"/>
    <w:numStyleLink w:val="ListBulletmultilevel"/>
  </w:abstractNum>
  <w:abstractNum w:abstractNumId="6" w15:restartNumberingAfterBreak="0">
    <w:nsid w:val="2FEB0DE7"/>
    <w:multiLevelType w:val="hybridMultilevel"/>
    <w:tmpl w:val="70781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4567FC"/>
    <w:multiLevelType w:val="hybridMultilevel"/>
    <w:tmpl w:val="08B66D34"/>
    <w:lvl w:ilvl="0" w:tplc="CA407CA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2DE7062"/>
    <w:multiLevelType w:val="hybridMultilevel"/>
    <w:tmpl w:val="43BAB8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B75763"/>
    <w:multiLevelType w:val="hybridMultilevel"/>
    <w:tmpl w:val="328688B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0072D8F"/>
    <w:multiLevelType w:val="hybridMultilevel"/>
    <w:tmpl w:val="17D83E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3806F4"/>
    <w:multiLevelType w:val="hybridMultilevel"/>
    <w:tmpl w:val="E9B8CD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26912"/>
    <w:multiLevelType w:val="hybridMultilevel"/>
    <w:tmpl w:val="2EC8076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74070991"/>
    <w:multiLevelType w:val="multilevel"/>
    <w:tmpl w:val="CABE99FC"/>
    <w:numStyleLink w:val="ListNumbermultilevel"/>
  </w:abstractNum>
  <w:num w:numId="1" w16cid:durableId="76027811">
    <w:abstractNumId w:val="3"/>
  </w:num>
  <w:num w:numId="2" w16cid:durableId="1253054825">
    <w:abstractNumId w:val="0"/>
  </w:num>
  <w:num w:numId="3" w16cid:durableId="1135414692">
    <w:abstractNumId w:val="13"/>
  </w:num>
  <w:num w:numId="4" w16cid:durableId="1114013027">
    <w:abstractNumId w:val="5"/>
  </w:num>
  <w:num w:numId="5" w16cid:durableId="1069690037">
    <w:abstractNumId w:val="10"/>
  </w:num>
  <w:num w:numId="6" w16cid:durableId="398940739">
    <w:abstractNumId w:val="6"/>
  </w:num>
  <w:num w:numId="7" w16cid:durableId="811405705">
    <w:abstractNumId w:val="8"/>
  </w:num>
  <w:num w:numId="8" w16cid:durableId="715397402">
    <w:abstractNumId w:val="4"/>
  </w:num>
  <w:num w:numId="9" w16cid:durableId="936264">
    <w:abstractNumId w:val="11"/>
  </w:num>
  <w:num w:numId="10" w16cid:durableId="147132560">
    <w:abstractNumId w:val="1"/>
  </w:num>
  <w:num w:numId="11" w16cid:durableId="1405452227">
    <w:abstractNumId w:val="2"/>
  </w:num>
  <w:num w:numId="12" w16cid:durableId="1540119664">
    <w:abstractNumId w:val="12"/>
  </w:num>
  <w:num w:numId="13" w16cid:durableId="1743525112">
    <w:abstractNumId w:val="9"/>
  </w:num>
  <w:num w:numId="14" w16cid:durableId="932323478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566"/>
    <w:rsid w:val="0001380D"/>
    <w:rsid w:val="00017526"/>
    <w:rsid w:val="00047CB8"/>
    <w:rsid w:val="000558AB"/>
    <w:rsid w:val="00072C1E"/>
    <w:rsid w:val="000731F6"/>
    <w:rsid w:val="00081784"/>
    <w:rsid w:val="0008575D"/>
    <w:rsid w:val="000A290F"/>
    <w:rsid w:val="000B4EB8"/>
    <w:rsid w:val="000C41F2"/>
    <w:rsid w:val="000D22C4"/>
    <w:rsid w:val="000D27D1"/>
    <w:rsid w:val="000F41C7"/>
    <w:rsid w:val="0010281E"/>
    <w:rsid w:val="00114472"/>
    <w:rsid w:val="001150F2"/>
    <w:rsid w:val="00152480"/>
    <w:rsid w:val="00170EC5"/>
    <w:rsid w:val="00172B3C"/>
    <w:rsid w:val="001747C1"/>
    <w:rsid w:val="00186692"/>
    <w:rsid w:val="00190B15"/>
    <w:rsid w:val="001B1147"/>
    <w:rsid w:val="001B24E5"/>
    <w:rsid w:val="001B4E74"/>
    <w:rsid w:val="001D66BD"/>
    <w:rsid w:val="00201F23"/>
    <w:rsid w:val="00207DF5"/>
    <w:rsid w:val="00242B9F"/>
    <w:rsid w:val="00261A5B"/>
    <w:rsid w:val="00267E18"/>
    <w:rsid w:val="00284AF3"/>
    <w:rsid w:val="00296DC2"/>
    <w:rsid w:val="002A6876"/>
    <w:rsid w:val="002A6AEA"/>
    <w:rsid w:val="002B5243"/>
    <w:rsid w:val="002C31BF"/>
    <w:rsid w:val="002E046A"/>
    <w:rsid w:val="002E0CD7"/>
    <w:rsid w:val="002E24E1"/>
    <w:rsid w:val="002F170F"/>
    <w:rsid w:val="002F52DB"/>
    <w:rsid w:val="002F5DA1"/>
    <w:rsid w:val="00306842"/>
    <w:rsid w:val="00315F75"/>
    <w:rsid w:val="00327EEF"/>
    <w:rsid w:val="00332701"/>
    <w:rsid w:val="003354B5"/>
    <w:rsid w:val="0034719F"/>
    <w:rsid w:val="003571D8"/>
    <w:rsid w:val="00357BC6"/>
    <w:rsid w:val="00361422"/>
    <w:rsid w:val="00370F99"/>
    <w:rsid w:val="003711E4"/>
    <w:rsid w:val="003712A0"/>
    <w:rsid w:val="00372215"/>
    <w:rsid w:val="00380150"/>
    <w:rsid w:val="003956C6"/>
    <w:rsid w:val="003A6208"/>
    <w:rsid w:val="003A6566"/>
    <w:rsid w:val="003C180B"/>
    <w:rsid w:val="003E0DDA"/>
    <w:rsid w:val="003E4A4C"/>
    <w:rsid w:val="0040211C"/>
    <w:rsid w:val="00413E5D"/>
    <w:rsid w:val="0042753C"/>
    <w:rsid w:val="00450F07"/>
    <w:rsid w:val="00452DB1"/>
    <w:rsid w:val="00453CD3"/>
    <w:rsid w:val="00454611"/>
    <w:rsid w:val="00460660"/>
    <w:rsid w:val="00486107"/>
    <w:rsid w:val="00491827"/>
    <w:rsid w:val="004B0F3C"/>
    <w:rsid w:val="004B13E1"/>
    <w:rsid w:val="004B5CD0"/>
    <w:rsid w:val="004C2347"/>
    <w:rsid w:val="004C4399"/>
    <w:rsid w:val="004C6678"/>
    <w:rsid w:val="004C787C"/>
    <w:rsid w:val="004D2143"/>
    <w:rsid w:val="004D7468"/>
    <w:rsid w:val="004E1D96"/>
    <w:rsid w:val="004E7A1F"/>
    <w:rsid w:val="004F4B9B"/>
    <w:rsid w:val="00511AB9"/>
    <w:rsid w:val="00523BB5"/>
    <w:rsid w:val="00523EA7"/>
    <w:rsid w:val="00534019"/>
    <w:rsid w:val="005406EB"/>
    <w:rsid w:val="00553375"/>
    <w:rsid w:val="00562CC0"/>
    <w:rsid w:val="005702D6"/>
    <w:rsid w:val="005736B7"/>
    <w:rsid w:val="00575E5A"/>
    <w:rsid w:val="0059674A"/>
    <w:rsid w:val="005A4944"/>
    <w:rsid w:val="005E24FC"/>
    <w:rsid w:val="005F13BD"/>
    <w:rsid w:val="00607F15"/>
    <w:rsid w:val="0061068E"/>
    <w:rsid w:val="00612482"/>
    <w:rsid w:val="00613A7F"/>
    <w:rsid w:val="00624873"/>
    <w:rsid w:val="00632045"/>
    <w:rsid w:val="00636285"/>
    <w:rsid w:val="006411CB"/>
    <w:rsid w:val="00651339"/>
    <w:rsid w:val="00660AD3"/>
    <w:rsid w:val="006626CF"/>
    <w:rsid w:val="00695367"/>
    <w:rsid w:val="0069668E"/>
    <w:rsid w:val="006A5570"/>
    <w:rsid w:val="006A689C"/>
    <w:rsid w:val="006B3D79"/>
    <w:rsid w:val="006C04E1"/>
    <w:rsid w:val="006C2265"/>
    <w:rsid w:val="006E0578"/>
    <w:rsid w:val="006E2C96"/>
    <w:rsid w:val="006E314D"/>
    <w:rsid w:val="00710723"/>
    <w:rsid w:val="0071113A"/>
    <w:rsid w:val="00720768"/>
    <w:rsid w:val="007228B0"/>
    <w:rsid w:val="00723ED1"/>
    <w:rsid w:val="00742F51"/>
    <w:rsid w:val="00743525"/>
    <w:rsid w:val="0076286B"/>
    <w:rsid w:val="00766846"/>
    <w:rsid w:val="0077673A"/>
    <w:rsid w:val="007846E1"/>
    <w:rsid w:val="007853DE"/>
    <w:rsid w:val="007B570C"/>
    <w:rsid w:val="007D7419"/>
    <w:rsid w:val="007E1DF9"/>
    <w:rsid w:val="007E2D69"/>
    <w:rsid w:val="007E4A6E"/>
    <w:rsid w:val="007E70A0"/>
    <w:rsid w:val="007F56A7"/>
    <w:rsid w:val="007F6566"/>
    <w:rsid w:val="00807093"/>
    <w:rsid w:val="008072DD"/>
    <w:rsid w:val="00807DD0"/>
    <w:rsid w:val="0081206E"/>
    <w:rsid w:val="008201C7"/>
    <w:rsid w:val="008254BC"/>
    <w:rsid w:val="008272EC"/>
    <w:rsid w:val="00852590"/>
    <w:rsid w:val="00856E91"/>
    <w:rsid w:val="00857257"/>
    <w:rsid w:val="0086615B"/>
    <w:rsid w:val="00873F17"/>
    <w:rsid w:val="00895BBB"/>
    <w:rsid w:val="008A3568"/>
    <w:rsid w:val="008D03B9"/>
    <w:rsid w:val="008F18D6"/>
    <w:rsid w:val="00904780"/>
    <w:rsid w:val="00922385"/>
    <w:rsid w:val="009223DF"/>
    <w:rsid w:val="00936091"/>
    <w:rsid w:val="00940D8A"/>
    <w:rsid w:val="00946AE9"/>
    <w:rsid w:val="00946F6C"/>
    <w:rsid w:val="00961FBA"/>
    <w:rsid w:val="00962258"/>
    <w:rsid w:val="009678B7"/>
    <w:rsid w:val="00970B5A"/>
    <w:rsid w:val="00981224"/>
    <w:rsid w:val="00984503"/>
    <w:rsid w:val="00984C4A"/>
    <w:rsid w:val="00992D9C"/>
    <w:rsid w:val="00996CB8"/>
    <w:rsid w:val="009A5A3F"/>
    <w:rsid w:val="009B042B"/>
    <w:rsid w:val="009B1DDE"/>
    <w:rsid w:val="009B2E97"/>
    <w:rsid w:val="009C442C"/>
    <w:rsid w:val="009E07F4"/>
    <w:rsid w:val="009F309B"/>
    <w:rsid w:val="009F392E"/>
    <w:rsid w:val="00A05B13"/>
    <w:rsid w:val="00A12CC9"/>
    <w:rsid w:val="00A2240C"/>
    <w:rsid w:val="00A267AB"/>
    <w:rsid w:val="00A31950"/>
    <w:rsid w:val="00A34C78"/>
    <w:rsid w:val="00A500EA"/>
    <w:rsid w:val="00A50641"/>
    <w:rsid w:val="00A530BF"/>
    <w:rsid w:val="00A6177B"/>
    <w:rsid w:val="00A62674"/>
    <w:rsid w:val="00A66136"/>
    <w:rsid w:val="00A670F9"/>
    <w:rsid w:val="00A71189"/>
    <w:rsid w:val="00A753ED"/>
    <w:rsid w:val="00A94C2F"/>
    <w:rsid w:val="00AA4CBB"/>
    <w:rsid w:val="00AA65FA"/>
    <w:rsid w:val="00AA7351"/>
    <w:rsid w:val="00AC24E4"/>
    <w:rsid w:val="00AC27FB"/>
    <w:rsid w:val="00AD056F"/>
    <w:rsid w:val="00AD57C8"/>
    <w:rsid w:val="00AD6731"/>
    <w:rsid w:val="00B008D5"/>
    <w:rsid w:val="00B057BE"/>
    <w:rsid w:val="00B06145"/>
    <w:rsid w:val="00B15A8D"/>
    <w:rsid w:val="00B15D0D"/>
    <w:rsid w:val="00B211EF"/>
    <w:rsid w:val="00B2400B"/>
    <w:rsid w:val="00B2530B"/>
    <w:rsid w:val="00B34218"/>
    <w:rsid w:val="00B3661A"/>
    <w:rsid w:val="00B43E7D"/>
    <w:rsid w:val="00B75D2B"/>
    <w:rsid w:val="00B75EE1"/>
    <w:rsid w:val="00B77481"/>
    <w:rsid w:val="00B8518B"/>
    <w:rsid w:val="00B91654"/>
    <w:rsid w:val="00BA0376"/>
    <w:rsid w:val="00BA20AC"/>
    <w:rsid w:val="00BA4B10"/>
    <w:rsid w:val="00BA5A75"/>
    <w:rsid w:val="00BC260A"/>
    <w:rsid w:val="00BD230A"/>
    <w:rsid w:val="00BD7E91"/>
    <w:rsid w:val="00BD7F0D"/>
    <w:rsid w:val="00BF4756"/>
    <w:rsid w:val="00C02D0A"/>
    <w:rsid w:val="00C03A6E"/>
    <w:rsid w:val="00C30C0F"/>
    <w:rsid w:val="00C3606B"/>
    <w:rsid w:val="00C420CA"/>
    <w:rsid w:val="00C44F6A"/>
    <w:rsid w:val="00C54743"/>
    <w:rsid w:val="00C6198E"/>
    <w:rsid w:val="00C778A5"/>
    <w:rsid w:val="00C8075A"/>
    <w:rsid w:val="00C95162"/>
    <w:rsid w:val="00CA59E7"/>
    <w:rsid w:val="00CC4705"/>
    <w:rsid w:val="00CD1FC4"/>
    <w:rsid w:val="00CD3E6B"/>
    <w:rsid w:val="00CD64CF"/>
    <w:rsid w:val="00CD7B19"/>
    <w:rsid w:val="00CF04C0"/>
    <w:rsid w:val="00D015F4"/>
    <w:rsid w:val="00D034A0"/>
    <w:rsid w:val="00D21061"/>
    <w:rsid w:val="00D4108E"/>
    <w:rsid w:val="00D6163D"/>
    <w:rsid w:val="00D64AC7"/>
    <w:rsid w:val="00D70D53"/>
    <w:rsid w:val="00D775C0"/>
    <w:rsid w:val="00D831A3"/>
    <w:rsid w:val="00D96037"/>
    <w:rsid w:val="00DA2D31"/>
    <w:rsid w:val="00DA3711"/>
    <w:rsid w:val="00DD1211"/>
    <w:rsid w:val="00DD28CC"/>
    <w:rsid w:val="00DD46F3"/>
    <w:rsid w:val="00DE56F2"/>
    <w:rsid w:val="00DE68D5"/>
    <w:rsid w:val="00DF116D"/>
    <w:rsid w:val="00DF1887"/>
    <w:rsid w:val="00DF4901"/>
    <w:rsid w:val="00E03AA6"/>
    <w:rsid w:val="00E1013A"/>
    <w:rsid w:val="00E1528E"/>
    <w:rsid w:val="00E218B5"/>
    <w:rsid w:val="00E2667D"/>
    <w:rsid w:val="00E42E80"/>
    <w:rsid w:val="00E55D97"/>
    <w:rsid w:val="00E762E9"/>
    <w:rsid w:val="00E95EA4"/>
    <w:rsid w:val="00EB104F"/>
    <w:rsid w:val="00EB2B45"/>
    <w:rsid w:val="00EC114B"/>
    <w:rsid w:val="00ED14BD"/>
    <w:rsid w:val="00ED31DF"/>
    <w:rsid w:val="00EE6572"/>
    <w:rsid w:val="00F0092E"/>
    <w:rsid w:val="00F01587"/>
    <w:rsid w:val="00F016C7"/>
    <w:rsid w:val="00F12DEC"/>
    <w:rsid w:val="00F1715C"/>
    <w:rsid w:val="00F27FF1"/>
    <w:rsid w:val="00F310F8"/>
    <w:rsid w:val="00F32590"/>
    <w:rsid w:val="00F35617"/>
    <w:rsid w:val="00F35939"/>
    <w:rsid w:val="00F37A56"/>
    <w:rsid w:val="00F45607"/>
    <w:rsid w:val="00F53137"/>
    <w:rsid w:val="00F54FEF"/>
    <w:rsid w:val="00F659EB"/>
    <w:rsid w:val="00F813AF"/>
    <w:rsid w:val="00F8233B"/>
    <w:rsid w:val="00F86BA6"/>
    <w:rsid w:val="00F92868"/>
    <w:rsid w:val="00F9788F"/>
    <w:rsid w:val="00FA11C7"/>
    <w:rsid w:val="00FA1C30"/>
    <w:rsid w:val="00FA26A7"/>
    <w:rsid w:val="00FB6342"/>
    <w:rsid w:val="00FC6389"/>
    <w:rsid w:val="00FD0687"/>
    <w:rsid w:val="00FE586E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8F18A2"/>
  <w14:defaultImageDpi w14:val="32767"/>
  <w15:docId w15:val="{4B620F82-BD66-48F0-8B75-C7D074F25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201C7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A4944"/>
    <w:pPr>
      <w:keepNext/>
      <w:keepLines/>
      <w:pBdr>
        <w:top w:val="single" w:sz="4" w:space="1" w:color="00A1E0" w:themeColor="accent3"/>
      </w:pBdr>
      <w:spacing w:before="48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5A494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8201C7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6626CF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character" w:customStyle="1" w:styleId="NzevChar">
    <w:name w:val="Název Char"/>
    <w:basedOn w:val="Standardnpsmoodstavce"/>
    <w:link w:val="Nzev"/>
    <w:uiPriority w:val="10"/>
    <w:rsid w:val="006626CF"/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8201C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F37A56"/>
    <w:pPr>
      <w:ind w:left="1134" w:hanging="1134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370F9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70F9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70F9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70F9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70F99"/>
    <w:rPr>
      <w:b/>
      <w:bCs/>
      <w:sz w:val="20"/>
      <w:szCs w:val="20"/>
    </w:rPr>
  </w:style>
  <w:style w:type="character" w:customStyle="1" w:styleId="FontStyle38">
    <w:name w:val="Font Style38"/>
    <w:uiPriority w:val="99"/>
    <w:rsid w:val="00E2667D"/>
    <w:rPr>
      <w:rFonts w:ascii="Times New Roman" w:hAnsi="Times New Roman" w:cs="Times New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4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neifel.SZDCSDC\Documents\NESTAVEBN&#205;%20INVESTICE\Nestavebn&#237;_investice_2020\SKLADY_PHM\Sklady_sout&#283;&#382;\Sklady_PHM_ZTP_p&#345;&#237;loha_&#269;_2(Spr&#225;va_&#382;eleznic)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11A259-1580-436A-9058-DA5565343AD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C05ACD1-8671-494B-AABB-E54F21E5E55A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F587B631-BD6A-4412-9F8E-9EFFBC04D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8A41B50-D6C6-4ACA-983A-B7A56C1038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Sklady_PHM_ZTP_příloha_č_2(Správa_železnic).dotx</Template>
  <TotalTime>340</TotalTime>
  <Pages>3</Pages>
  <Words>701</Words>
  <Characters>4139</Characters>
  <Application>Microsoft Office Word</Application>
  <DocSecurity>0</DocSecurity>
  <Lines>34</Lines>
  <Paragraphs>9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/>
      <vt:lpstr/>
      <vt:lpstr>    1. Představení projektu</vt:lpstr>
      <vt:lpstr>    2. Úkoly a výstupy</vt:lpstr>
      <vt:lpstr>    3. Diskuzní část </vt:lpstr>
      <vt:lpstr>    4. Termín příštího jednání</vt:lpstr>
    </vt:vector>
  </TitlesOfParts>
  <Company>Správa železnic</Company>
  <LinksUpToDate>false</LinksUpToDate>
  <CharactersWithSpaces>4831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Kneifel Jiří</dc:creator>
  <cp:lastModifiedBy>Jüttnerová Andrea, Mgr.</cp:lastModifiedBy>
  <cp:revision>16</cp:revision>
  <cp:lastPrinted>2021-04-30T10:23:00Z</cp:lastPrinted>
  <dcterms:created xsi:type="dcterms:W3CDTF">2022-12-30T08:13:00Z</dcterms:created>
  <dcterms:modified xsi:type="dcterms:W3CDTF">2023-04-03T12:11:00Z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